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AED" w:rsidRDefault="00A97DDA" w:rsidP="007B7195">
      <w:pPr>
        <w:ind w:firstLine="709"/>
        <w:jc w:val="center"/>
        <w:rPr>
          <w:b/>
          <w:sz w:val="26"/>
          <w:szCs w:val="26"/>
        </w:rPr>
      </w:pPr>
      <w:r w:rsidRPr="00DF5AED">
        <w:rPr>
          <w:b/>
          <w:sz w:val="26"/>
          <w:szCs w:val="26"/>
        </w:rPr>
        <w:t xml:space="preserve">Информация </w:t>
      </w:r>
    </w:p>
    <w:p w:rsidR="004D7E67" w:rsidRPr="00DF5AED" w:rsidRDefault="00A97DDA" w:rsidP="007B7195">
      <w:pPr>
        <w:ind w:firstLine="709"/>
        <w:jc w:val="center"/>
        <w:rPr>
          <w:b/>
          <w:sz w:val="26"/>
          <w:szCs w:val="26"/>
        </w:rPr>
      </w:pPr>
      <w:r w:rsidRPr="00DF5AED">
        <w:rPr>
          <w:b/>
          <w:sz w:val="26"/>
          <w:szCs w:val="26"/>
        </w:rPr>
        <w:t xml:space="preserve">о производителях сельскохозяйственной продукции,  </w:t>
      </w:r>
    </w:p>
    <w:p w:rsidR="00A97DDA" w:rsidRPr="00DF5AED" w:rsidRDefault="00A97DDA" w:rsidP="007B7195">
      <w:pPr>
        <w:ind w:firstLine="709"/>
        <w:jc w:val="center"/>
        <w:rPr>
          <w:b/>
          <w:sz w:val="26"/>
          <w:szCs w:val="26"/>
        </w:rPr>
      </w:pPr>
      <w:r w:rsidRPr="00DF5AED">
        <w:rPr>
          <w:b/>
          <w:sz w:val="26"/>
          <w:szCs w:val="26"/>
        </w:rPr>
        <w:t xml:space="preserve">сырья и продовольствия Республики Коми </w:t>
      </w:r>
    </w:p>
    <w:p w:rsidR="00A97DDA" w:rsidRPr="00DF5AED" w:rsidRDefault="00A97DDA" w:rsidP="007B7195">
      <w:pPr>
        <w:ind w:firstLine="709"/>
        <w:jc w:val="center"/>
        <w:rPr>
          <w:b/>
          <w:sz w:val="26"/>
          <w:szCs w:val="26"/>
        </w:rPr>
      </w:pPr>
      <w:r w:rsidRPr="00DF5AED">
        <w:rPr>
          <w:b/>
          <w:sz w:val="26"/>
          <w:szCs w:val="26"/>
        </w:rPr>
        <w:t xml:space="preserve">и о производимой ими продукции на поставку </w:t>
      </w:r>
    </w:p>
    <w:p w:rsidR="00A97DDA" w:rsidRPr="00DF5AED" w:rsidRDefault="00196B2A" w:rsidP="007B7195">
      <w:pPr>
        <w:ind w:firstLine="709"/>
        <w:jc w:val="center"/>
        <w:rPr>
          <w:b/>
          <w:sz w:val="26"/>
          <w:szCs w:val="26"/>
        </w:rPr>
      </w:pPr>
      <w:r w:rsidRPr="00DF5AED">
        <w:rPr>
          <w:b/>
          <w:sz w:val="26"/>
          <w:szCs w:val="26"/>
        </w:rPr>
        <w:t xml:space="preserve">для </w:t>
      </w:r>
      <w:r w:rsidR="00A97DDA" w:rsidRPr="00DF5AED">
        <w:rPr>
          <w:b/>
          <w:sz w:val="26"/>
          <w:szCs w:val="26"/>
        </w:rPr>
        <w:t>государственны</w:t>
      </w:r>
      <w:r w:rsidRPr="00DF5AED">
        <w:rPr>
          <w:b/>
          <w:sz w:val="26"/>
          <w:szCs w:val="26"/>
        </w:rPr>
        <w:t>х</w:t>
      </w:r>
      <w:r w:rsidR="00A97DDA" w:rsidRPr="00DF5AED">
        <w:rPr>
          <w:b/>
          <w:sz w:val="26"/>
          <w:szCs w:val="26"/>
        </w:rPr>
        <w:t xml:space="preserve"> и муниципальны</w:t>
      </w:r>
      <w:r w:rsidRPr="00DF5AED">
        <w:rPr>
          <w:b/>
          <w:sz w:val="26"/>
          <w:szCs w:val="26"/>
        </w:rPr>
        <w:t>х нужд</w:t>
      </w:r>
    </w:p>
    <w:p w:rsidR="00A97DDA" w:rsidRPr="007B7195" w:rsidRDefault="00A97DDA" w:rsidP="007B7195">
      <w:pPr>
        <w:ind w:firstLine="709"/>
        <w:jc w:val="both"/>
      </w:pPr>
    </w:p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4"/>
        <w:gridCol w:w="3261"/>
        <w:gridCol w:w="141"/>
        <w:gridCol w:w="3544"/>
      </w:tblGrid>
      <w:tr w:rsidR="00A97DDA" w:rsidRPr="007B7195" w:rsidTr="0083188A">
        <w:trPr>
          <w:trHeight w:val="576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  <w:rPr>
                <w:b/>
              </w:rPr>
            </w:pPr>
            <w:r w:rsidRPr="007B7195">
              <w:rPr>
                <w:b/>
              </w:rPr>
              <w:t>Наименование</w:t>
            </w:r>
          </w:p>
          <w:p w:rsidR="00A97DDA" w:rsidRPr="007B7195" w:rsidRDefault="00A97DDA" w:rsidP="007B7195">
            <w:pPr>
              <w:jc w:val="center"/>
              <w:rPr>
                <w:b/>
              </w:rPr>
            </w:pPr>
            <w:r w:rsidRPr="007B7195">
              <w:rPr>
                <w:b/>
              </w:rPr>
              <w:t>производителя  сельскохозяйственной продукции и продовольствия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  <w:rPr>
                <w:b/>
                <w:bCs/>
              </w:rPr>
            </w:pPr>
            <w:r w:rsidRPr="007B7195">
              <w:rPr>
                <w:b/>
                <w:bCs/>
              </w:rPr>
              <w:t>Ассортимент выпускаемой продукции</w:t>
            </w:r>
          </w:p>
          <w:p w:rsidR="00A97DDA" w:rsidRPr="007B7195" w:rsidRDefault="00A97DDA" w:rsidP="007B7195">
            <w:pPr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  <w:rPr>
                <w:b/>
                <w:bCs/>
              </w:rPr>
            </w:pPr>
            <w:r w:rsidRPr="007B7195">
              <w:rPr>
                <w:b/>
                <w:bCs/>
              </w:rPr>
              <w:t>Характеристики продукции и упаковки</w:t>
            </w:r>
          </w:p>
        </w:tc>
      </w:tr>
      <w:tr w:rsidR="00A97DDA" w:rsidRPr="007B7195" w:rsidTr="0083188A">
        <w:trPr>
          <w:trHeight w:val="131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  <w:rPr>
                <w:b/>
                <w:bCs/>
              </w:rPr>
            </w:pPr>
          </w:p>
        </w:tc>
      </w:tr>
      <w:tr w:rsidR="00A97DDA" w:rsidRPr="007B7195" w:rsidTr="0083188A">
        <w:trPr>
          <w:trHeight w:val="131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F5AED" w:rsidRDefault="000378CA" w:rsidP="007B7195">
            <w:pPr>
              <w:jc w:val="center"/>
              <w:rPr>
                <w:b/>
              </w:rPr>
            </w:pPr>
            <w:r w:rsidRPr="007B7195">
              <w:rPr>
                <w:b/>
              </w:rPr>
              <w:t xml:space="preserve">город </w:t>
            </w:r>
            <w:r w:rsidR="002A07C3" w:rsidRPr="007B7195">
              <w:rPr>
                <w:b/>
              </w:rPr>
              <w:t xml:space="preserve">Сыктывкар, </w:t>
            </w:r>
          </w:p>
          <w:p w:rsidR="00DF5AED" w:rsidRPr="007B7195" w:rsidRDefault="00A97DDA" w:rsidP="00DF5AED">
            <w:pPr>
              <w:jc w:val="center"/>
              <w:rPr>
                <w:b/>
                <w:bCs/>
              </w:rPr>
            </w:pPr>
            <w:r w:rsidRPr="007B7195">
              <w:rPr>
                <w:b/>
              </w:rPr>
              <w:t>Сыктывдинский  район</w:t>
            </w:r>
          </w:p>
        </w:tc>
      </w:tr>
      <w:tr w:rsidR="00A97DDA" w:rsidRPr="007B7195" w:rsidTr="0083188A">
        <w:trPr>
          <w:trHeight w:val="3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 xml:space="preserve">ООО «Сыктывкарский </w:t>
            </w:r>
          </w:p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молочный завод»</w:t>
            </w:r>
          </w:p>
          <w:p w:rsidR="0062186B" w:rsidRPr="007B7195" w:rsidRDefault="0062186B" w:rsidP="007B7195">
            <w:pPr>
              <w:rPr>
                <w:b/>
              </w:rPr>
            </w:pPr>
          </w:p>
          <w:p w:rsidR="0062186B" w:rsidRPr="007B7195" w:rsidRDefault="0083188A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62186B" w:rsidRPr="007B7195">
              <w:rPr>
                <w:b/>
              </w:rPr>
              <w:t xml:space="preserve">(8212) 22-31-60, </w:t>
            </w:r>
          </w:p>
          <w:p w:rsidR="0062186B" w:rsidRPr="007B7195" w:rsidRDefault="0083188A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62186B" w:rsidRPr="007B7195">
              <w:rPr>
                <w:b/>
              </w:rPr>
              <w:t>(8212) 206-191</w:t>
            </w:r>
          </w:p>
          <w:p w:rsidR="002A30C2" w:rsidRPr="007B7195" w:rsidRDefault="002A30C2" w:rsidP="007B7195">
            <w:pPr>
              <w:rPr>
                <w:b/>
              </w:rPr>
            </w:pPr>
            <w:r w:rsidRPr="007B7195">
              <w:rPr>
                <w:b/>
                <w:u w:val="single"/>
              </w:rPr>
              <w:t xml:space="preserve">Отдел </w:t>
            </w:r>
            <w:r w:rsidR="000378CA" w:rsidRPr="007B7195">
              <w:rPr>
                <w:b/>
                <w:u w:val="single"/>
              </w:rPr>
              <w:t>продаж</w:t>
            </w:r>
            <w:r w:rsidRPr="007B7195">
              <w:rPr>
                <w:b/>
              </w:rPr>
              <w:br/>
            </w:r>
            <w:r w:rsidR="0083188A" w:rsidRPr="007B7195">
              <w:rPr>
                <w:b/>
              </w:rPr>
              <w:t xml:space="preserve">8(8212) </w:t>
            </w:r>
            <w:r w:rsidRPr="007B7195">
              <w:rPr>
                <w:b/>
              </w:rPr>
              <w:t>20-61-83</w:t>
            </w:r>
          </w:p>
          <w:p w:rsidR="00AE6AAB" w:rsidRPr="007B7195" w:rsidRDefault="00AE6AAB" w:rsidP="007B7195">
            <w:pPr>
              <w:rPr>
                <w:b/>
              </w:rPr>
            </w:pPr>
            <w:r w:rsidRPr="007B7195">
              <w:rPr>
                <w:b/>
              </w:rPr>
              <w:t>info@syktmoloko.ru</w:t>
            </w:r>
          </w:p>
          <w:p w:rsidR="0062186B" w:rsidRPr="007B7195" w:rsidRDefault="0062186B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Сливки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Йогурт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Сырок творожный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Крем творожный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Кефир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Снежка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Ряженка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>- массовая доля жира: 2,5%, 3,2% - 1 литр упаковка т/</w:t>
            </w:r>
            <w:proofErr w:type="gramStart"/>
            <w:r w:rsidRPr="007B7195">
              <w:t>п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массовая доля жира 3,2%упаковка т/</w:t>
            </w:r>
            <w:proofErr w:type="gramStart"/>
            <w:r w:rsidRPr="007B7195">
              <w:t>п</w:t>
            </w:r>
            <w:proofErr w:type="gramEnd"/>
            <w:r w:rsidRPr="007B7195">
              <w:t xml:space="preserve"> 0,5 л.,  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10% - 0,5 л. упаковка тетра пак.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3,5% -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 0,5 л. упаковка тетра пак;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массовая доля жира: 3,5% -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0,2 л.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20%,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20%- 250 </w:t>
            </w:r>
            <w:proofErr w:type="spellStart"/>
            <w:r w:rsidRPr="007B7195">
              <w:t>гр</w:t>
            </w:r>
            <w:proofErr w:type="spellEnd"/>
            <w:r w:rsidRPr="007B7195">
              <w:t xml:space="preserve">, </w:t>
            </w:r>
            <w:proofErr w:type="spellStart"/>
            <w:r w:rsidRPr="007B7195">
              <w:t>уп</w:t>
            </w:r>
            <w:proofErr w:type="spellEnd"/>
            <w:r w:rsidRPr="007B7195">
              <w:t xml:space="preserve">. </w:t>
            </w:r>
            <w:proofErr w:type="spellStart"/>
            <w:proofErr w:type="gramStart"/>
            <w:r w:rsidRPr="007B7195">
              <w:t>пл</w:t>
            </w:r>
            <w:proofErr w:type="spellEnd"/>
            <w:proofErr w:type="gramEnd"/>
            <w:r w:rsidRPr="007B7195">
              <w:t>/</w:t>
            </w:r>
            <w:proofErr w:type="spellStart"/>
            <w:r w:rsidRPr="007B7195">
              <w:t>ст</w:t>
            </w:r>
            <w:proofErr w:type="spellEnd"/>
            <w:r w:rsidRPr="007B7195">
              <w:t>; весовая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15%  - 250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72,5% -180 гр. упаковка фольга;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99% -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250 гр. упаковка пласт/ст.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5%; 9%; </w:t>
            </w:r>
            <w:proofErr w:type="gramStart"/>
            <w:r w:rsidRPr="007B7195">
              <w:t>обезжиренный</w:t>
            </w:r>
            <w:proofErr w:type="gramEnd"/>
            <w:r w:rsidRPr="007B7195">
              <w:t xml:space="preserve"> – 250 гр.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упаковка пленка </w:t>
            </w:r>
            <w:r w:rsidRPr="007B7195">
              <w:rPr>
                <w:lang w:val="en-US"/>
              </w:rPr>
              <w:t>FPO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9% -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 весовой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4,5%; 8%  – 100 гр. пленка </w:t>
            </w:r>
            <w:r w:rsidRPr="007B7195">
              <w:rPr>
                <w:lang w:val="en-US"/>
              </w:rPr>
              <w:t>FPO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5%  – 150 гр. пласт/стакан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1%, 2,5%, 3,2% - 500 гр. упаковка тетра пак;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упаковка поли пак 500 гр.   массовая доля жира 2,5%, - 500 гр. упаковка тетра пак.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4%, - 500 гр. упаковка тетра пак.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«Пригородный»</w:t>
            </w:r>
          </w:p>
          <w:p w:rsidR="00E64BA5" w:rsidRPr="007B7195" w:rsidRDefault="00E64BA5" w:rsidP="007B7195">
            <w:pPr>
              <w:rPr>
                <w:b/>
              </w:rPr>
            </w:pPr>
          </w:p>
          <w:p w:rsidR="00E64BA5" w:rsidRPr="007B7195" w:rsidRDefault="0083188A" w:rsidP="007B7195">
            <w:pPr>
              <w:numPr>
                <w:ilvl w:val="0"/>
                <w:numId w:val="9"/>
              </w:numPr>
              <w:shd w:val="clear" w:color="auto" w:fill="FFFFFF"/>
              <w:ind w:left="0" w:right="150"/>
              <w:textAlignment w:val="top"/>
              <w:rPr>
                <w:b/>
              </w:rPr>
            </w:pPr>
            <w:r w:rsidRPr="007B7195">
              <w:rPr>
                <w:b/>
              </w:rPr>
              <w:t>8</w:t>
            </w:r>
            <w:r w:rsidR="00E64BA5" w:rsidRPr="007B7195">
              <w:rPr>
                <w:b/>
              </w:rPr>
              <w:t>(8212) 22-54-27</w:t>
            </w:r>
          </w:p>
          <w:p w:rsidR="00AE6AAB" w:rsidRPr="007B7195" w:rsidRDefault="00AE6AAB" w:rsidP="007B7195">
            <w:pPr>
              <w:shd w:val="clear" w:color="auto" w:fill="FFFFFF"/>
              <w:ind w:right="150"/>
              <w:textAlignment w:val="top"/>
              <w:rPr>
                <w:b/>
              </w:rPr>
            </w:pPr>
          </w:p>
          <w:p w:rsidR="00AE6AAB" w:rsidRPr="007B7195" w:rsidRDefault="00AE6AAB" w:rsidP="007B7195">
            <w:pPr>
              <w:shd w:val="clear" w:color="auto" w:fill="FFFFFF"/>
              <w:ind w:right="150"/>
              <w:textAlignment w:val="top"/>
              <w:rPr>
                <w:b/>
                <w:u w:val="single"/>
              </w:rPr>
            </w:pPr>
            <w:r w:rsidRPr="007B7195">
              <w:rPr>
                <w:b/>
                <w:u w:val="single"/>
              </w:rPr>
              <w:t>Отдел продаж</w:t>
            </w:r>
          </w:p>
          <w:p w:rsidR="00AE6AAB" w:rsidRPr="007B7195" w:rsidRDefault="0083188A" w:rsidP="007B7195">
            <w:pPr>
              <w:shd w:val="clear" w:color="auto" w:fill="FFFFFF"/>
              <w:ind w:right="150"/>
              <w:textAlignment w:val="top"/>
              <w:rPr>
                <w:b/>
              </w:rPr>
            </w:pPr>
            <w:r w:rsidRPr="007B7195">
              <w:rPr>
                <w:b/>
              </w:rPr>
              <w:t xml:space="preserve">8(8212) </w:t>
            </w:r>
            <w:r w:rsidR="00AE6AAB" w:rsidRPr="007B7195">
              <w:rPr>
                <w:b/>
              </w:rPr>
              <w:t>29-85-60</w:t>
            </w:r>
          </w:p>
          <w:p w:rsidR="00AE6AAB" w:rsidRPr="007B7195" w:rsidRDefault="00AE6AAB" w:rsidP="007B7195">
            <w:pPr>
              <w:shd w:val="clear" w:color="auto" w:fill="FFFFFF"/>
              <w:ind w:right="150"/>
              <w:textAlignment w:val="top"/>
              <w:rPr>
                <w:b/>
              </w:rPr>
            </w:pPr>
            <w:r w:rsidRPr="007B7195">
              <w:rPr>
                <w:b/>
              </w:rPr>
              <w:t>oooprigorod@list.ru</w:t>
            </w:r>
          </w:p>
          <w:p w:rsidR="00E64BA5" w:rsidRPr="007B7195" w:rsidRDefault="00E64BA5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Сливки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Йогурт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Творожные массы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Кефир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Биокефир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Ряженка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Картофель, капуста, огурцы, томаты, салат, лук зеленый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E95612" w:rsidP="00E95612">
            <w:pPr>
              <w:jc w:val="center"/>
            </w:pPr>
            <w:r>
              <w:t>Говядина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>- упаковка поли пак: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 массовая доля жира 2,5%; 3,2% - 1л.; массовая доля жира 2,5% -0,5л </w:t>
            </w:r>
          </w:p>
          <w:p w:rsidR="00A97DDA" w:rsidRPr="007B7195" w:rsidRDefault="00A97DDA" w:rsidP="007B7195">
            <w:r w:rsidRPr="007B7195">
              <w:t xml:space="preserve">            -упаковка тетра пак: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массовая доля жира 2,5%; 3,2%; 5%-1л;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  2,5%; 3,2%; 5%;   -0,5л </w:t>
            </w:r>
          </w:p>
          <w:p w:rsidR="00A97DDA" w:rsidRPr="007B7195" w:rsidRDefault="00A97DDA" w:rsidP="007B7195">
            <w:r w:rsidRPr="007B7195">
              <w:t>- массовая доля жира 10% - 500 гр. упаковка тетра пак.</w:t>
            </w:r>
          </w:p>
          <w:p w:rsidR="00A97DDA" w:rsidRPr="007B7195" w:rsidRDefault="00A97DDA" w:rsidP="007B7195"/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3,5% - 500 гр.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2,5% - 500 гр. упаковка т/п.;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1,5% - 100 гр.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10% - 250 гр. упаковка ст.;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72,5% (</w:t>
            </w:r>
            <w:proofErr w:type="gramStart"/>
            <w:r w:rsidRPr="007B7195">
              <w:t>соленое</w:t>
            </w:r>
            <w:proofErr w:type="gramEnd"/>
            <w:r w:rsidRPr="007B7195">
              <w:t xml:space="preserve"> и несоленое) -180 гр. упаковка фольга; монолит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9% – 200гр., 300 гр., </w:t>
            </w:r>
            <w:proofErr w:type="gramStart"/>
            <w:r w:rsidRPr="007B7195">
              <w:t>весовой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4,5% – 100гр.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2,5% - 500 гр. упаковка тетра пак.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2,5% - 500 гр. упаковка поли пак.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1,0% - 500 гр. упаковка тетра пак.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4,0% - 500 гр. упаковка тетра пак.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20%, 15% - 200 гр., 500 гр.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Default="00A97DDA" w:rsidP="007B7195">
            <w:pPr>
              <w:jc w:val="center"/>
            </w:pPr>
          </w:p>
          <w:p w:rsidR="007B7195" w:rsidRPr="007B7195" w:rsidRDefault="007B7195" w:rsidP="007B7195">
            <w:pPr>
              <w:jc w:val="center"/>
            </w:pPr>
          </w:p>
          <w:p w:rsidR="00A97DDA" w:rsidRPr="007B7195" w:rsidRDefault="00E95612" w:rsidP="00E95612">
            <w:pPr>
              <w:jc w:val="center"/>
            </w:pPr>
            <w:r>
              <w:t>-в</w:t>
            </w:r>
            <w:r w:rsidR="00A97DDA" w:rsidRPr="007B7195">
              <w:t xml:space="preserve"> полутуш</w:t>
            </w:r>
            <w:r>
              <w:t>ах</w:t>
            </w:r>
            <w:r w:rsidR="00A97DDA" w:rsidRPr="007B7195">
              <w:t>, четвертин</w:t>
            </w:r>
            <w:r>
              <w:t>ах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ОАО " Птицефабрика Зеленецкая"</w:t>
            </w:r>
          </w:p>
          <w:p w:rsidR="00A97DDA" w:rsidRPr="007B7195" w:rsidRDefault="00A97DDA" w:rsidP="007B7195">
            <w:pPr>
              <w:rPr>
                <w:b/>
              </w:rPr>
            </w:pPr>
          </w:p>
          <w:p w:rsidR="00E64BA5" w:rsidRPr="007B7195" w:rsidRDefault="0083188A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FD0596" w:rsidRPr="007B7195">
              <w:rPr>
                <w:b/>
              </w:rPr>
              <w:t xml:space="preserve"> </w:t>
            </w:r>
            <w:r w:rsidR="00E64BA5" w:rsidRPr="007B7195">
              <w:rPr>
                <w:b/>
              </w:rPr>
              <w:t>(8212) 69-05-02</w:t>
            </w:r>
          </w:p>
          <w:p w:rsidR="00AE6AAB" w:rsidRPr="007B7195" w:rsidRDefault="00AE6AAB" w:rsidP="007B7195">
            <w:pPr>
              <w:rPr>
                <w:b/>
              </w:rPr>
            </w:pPr>
          </w:p>
          <w:p w:rsidR="00AE6AAB" w:rsidRPr="007B7195" w:rsidRDefault="00AE6AAB" w:rsidP="007B7195">
            <w:pPr>
              <w:rPr>
                <w:b/>
                <w:u w:val="single"/>
              </w:rPr>
            </w:pPr>
            <w:r w:rsidRPr="007B7195">
              <w:rPr>
                <w:b/>
                <w:u w:val="single"/>
              </w:rPr>
              <w:t>Отдел продаж</w:t>
            </w:r>
          </w:p>
          <w:p w:rsidR="00AE6AAB" w:rsidRPr="007B7195" w:rsidRDefault="0083188A" w:rsidP="007B7195">
            <w:pPr>
              <w:rPr>
                <w:b/>
              </w:rPr>
            </w:pPr>
            <w:r w:rsidRPr="007B7195">
              <w:rPr>
                <w:b/>
              </w:rPr>
              <w:t xml:space="preserve">8 (8212) </w:t>
            </w:r>
            <w:r w:rsidR="00AE6AAB" w:rsidRPr="007B7195">
              <w:rPr>
                <w:b/>
              </w:rPr>
              <w:t>69-05-05</w:t>
            </w:r>
          </w:p>
          <w:p w:rsidR="00AE6AAB" w:rsidRPr="007B7195" w:rsidRDefault="00AE6AAB" w:rsidP="007B7195">
            <w:pPr>
              <w:rPr>
                <w:b/>
              </w:rPr>
            </w:pPr>
            <w:r w:rsidRPr="007B7195">
              <w:rPr>
                <w:b/>
              </w:rPr>
              <w:t>torgovlya@zpfrk.ru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Тушка цыплят-бройлеров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FD0596" w:rsidRPr="007B7195" w:rsidRDefault="00FD0596" w:rsidP="007B7195">
            <w:pPr>
              <w:jc w:val="center"/>
            </w:pPr>
          </w:p>
          <w:p w:rsidR="00FD0596" w:rsidRPr="007B7195" w:rsidRDefault="00FD0596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Окорочок, бедро, голень, грудка, крыло целое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Плечевая часть крыла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Локтевая часть крыла, Филе большое, филе малое</w:t>
            </w:r>
          </w:p>
          <w:p w:rsidR="00A97DDA" w:rsidRDefault="00A97DDA" w:rsidP="007B7195">
            <w:pPr>
              <w:jc w:val="center"/>
            </w:pPr>
          </w:p>
          <w:p w:rsidR="007B7195" w:rsidRPr="007B7195" w:rsidRDefault="007B7195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FD0596" w:rsidRPr="007B7195" w:rsidRDefault="00FD0596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Набор для бульона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Рагу из мяса птицы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Фарш цыплят-бройлеров</w:t>
            </w:r>
          </w:p>
          <w:p w:rsidR="00FD0596" w:rsidRPr="007B7195" w:rsidRDefault="00FD0596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Сосиски: "</w:t>
            </w:r>
            <w:proofErr w:type="spellStart"/>
            <w:r w:rsidRPr="007B7195">
              <w:t>Зеленецкие</w:t>
            </w:r>
            <w:proofErr w:type="spellEnd"/>
            <w:r w:rsidRPr="007B7195">
              <w:t>", "Никитские", "Обеденные",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"Женевские", "Аппетитные", Сардельки: "</w:t>
            </w:r>
            <w:proofErr w:type="spellStart"/>
            <w:r w:rsidRPr="007B7195">
              <w:t>Зеленецкие</w:t>
            </w:r>
            <w:proofErr w:type="spellEnd"/>
            <w:r w:rsidRPr="007B7195">
              <w:t>", "Ароматные", "Печёночные"</w:t>
            </w:r>
          </w:p>
          <w:p w:rsidR="00A97DDA" w:rsidRPr="007B7195" w:rsidRDefault="00A97DDA" w:rsidP="007B7195">
            <w:pPr>
              <w:jc w:val="center"/>
            </w:pPr>
          </w:p>
          <w:p w:rsidR="00FD0596" w:rsidRDefault="00FD0596" w:rsidP="007B7195">
            <w:pPr>
              <w:jc w:val="center"/>
              <w:rPr>
                <w:b/>
              </w:rPr>
            </w:pPr>
          </w:p>
          <w:p w:rsidR="00E95612" w:rsidRPr="007B7195" w:rsidRDefault="00E95612" w:rsidP="007B7195">
            <w:pPr>
              <w:jc w:val="center"/>
              <w:rPr>
                <w:b/>
              </w:rPr>
            </w:pPr>
          </w:p>
          <w:p w:rsidR="00A97DDA" w:rsidRPr="007B7195" w:rsidRDefault="00A97DDA" w:rsidP="007B7195">
            <w:pPr>
              <w:jc w:val="center"/>
            </w:pPr>
            <w:r w:rsidRPr="007B7195">
              <w:rPr>
                <w:b/>
              </w:rPr>
              <w:t>Свинина:</w:t>
            </w:r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Тазобедреная</w:t>
            </w:r>
            <w:proofErr w:type="spellEnd"/>
            <w:r w:rsidRPr="007B7195">
              <w:t xml:space="preserve"> часть с костью</w:t>
            </w:r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Тазобедреная</w:t>
            </w:r>
            <w:proofErr w:type="spellEnd"/>
            <w:r w:rsidRPr="007B7195">
              <w:t xml:space="preserve"> часть бескостная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Лопаточная часть на кости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Лопаточная часть бескостная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Шейная часть</w:t>
            </w:r>
          </w:p>
          <w:p w:rsidR="00A97DDA" w:rsidRPr="007B7195" w:rsidRDefault="00A97DDA" w:rsidP="007B7195">
            <w:pPr>
              <w:jc w:val="center"/>
            </w:pPr>
          </w:p>
          <w:p w:rsidR="00FD0596" w:rsidRPr="007B7195" w:rsidRDefault="00FD0596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Яйцо</w:t>
            </w:r>
            <w:r w:rsidR="00D5136A">
              <w:t xml:space="preserve"> куриное</w:t>
            </w:r>
          </w:p>
          <w:p w:rsidR="00A97DDA" w:rsidRPr="007B7195" w:rsidRDefault="00A97DDA" w:rsidP="007B7195">
            <w:pPr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E64BA5" w:rsidP="007B7195">
            <w:pPr>
              <w:jc w:val="center"/>
            </w:pPr>
            <w:r w:rsidRPr="007B7195">
              <w:t xml:space="preserve">* - ГМС – </w:t>
            </w:r>
            <w:proofErr w:type="spellStart"/>
            <w:r w:rsidRPr="007B7195">
              <w:t>газомодифицированная</w:t>
            </w:r>
            <w:proofErr w:type="spellEnd"/>
            <w:r w:rsidRPr="007B7195">
              <w:t xml:space="preserve"> среда </w:t>
            </w:r>
            <w:r w:rsidR="00A97DDA" w:rsidRPr="007B7195">
              <w:t>- 1,2 сорта в индивидуальной упаковке (</w:t>
            </w:r>
            <w:proofErr w:type="gramStart"/>
            <w:r w:rsidR="00A97DDA" w:rsidRPr="007B7195">
              <w:t>п</w:t>
            </w:r>
            <w:proofErr w:type="gramEnd"/>
            <w:r w:rsidR="00A97DDA" w:rsidRPr="007B7195">
              <w:t>/</w:t>
            </w:r>
            <w:proofErr w:type="spellStart"/>
            <w:r w:rsidR="00A97DDA" w:rsidRPr="007B7195">
              <w:t>эт</w:t>
            </w:r>
            <w:proofErr w:type="spellEnd"/>
            <w:r w:rsidR="00A97DDA" w:rsidRPr="007B7195">
              <w:t xml:space="preserve"> пакет), охлажденный и замороженный; </w:t>
            </w:r>
            <w:proofErr w:type="spellStart"/>
            <w:r w:rsidR="00A97DDA" w:rsidRPr="007B7195">
              <w:t>гофрокороб</w:t>
            </w:r>
            <w:proofErr w:type="spellEnd"/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Охлажденный: лоток  из </w:t>
            </w:r>
            <w:proofErr w:type="spellStart"/>
            <w:r w:rsidRPr="007B7195">
              <w:t>термопленки</w:t>
            </w:r>
            <w:proofErr w:type="spellEnd"/>
            <w:r w:rsidRPr="007B7195">
              <w:t xml:space="preserve"> с ГМС *; замороженный: полистирольная подложка с упаковочной пленкой, </w:t>
            </w:r>
            <w:proofErr w:type="spellStart"/>
            <w:r w:rsidRPr="007B7195">
              <w:t>гофрокороб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r w:rsidRPr="007B7195">
              <w:t xml:space="preserve">Может быть групповая упаковка – 10-12 кг пленка, </w:t>
            </w:r>
            <w:proofErr w:type="spellStart"/>
            <w:r w:rsidRPr="007B7195">
              <w:t>гофрокороб</w:t>
            </w:r>
            <w:proofErr w:type="spellEnd"/>
            <w:r w:rsidRPr="007B7195">
              <w:t>. Термическое состояние – охлажденное, замороженное.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</w:t>
            </w:r>
            <w:proofErr w:type="gramStart"/>
            <w:r w:rsidRPr="007B7195">
              <w:t>замороженный</w:t>
            </w:r>
            <w:proofErr w:type="gramEnd"/>
            <w:r w:rsidRPr="007B7195">
              <w:t xml:space="preserve"> – полистирольная подложка с упаковочной пленкой, </w:t>
            </w:r>
            <w:proofErr w:type="spellStart"/>
            <w:r w:rsidRPr="007B7195">
              <w:t>гофрокороб</w:t>
            </w:r>
            <w:proofErr w:type="spellEnd"/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лоток  из </w:t>
            </w:r>
            <w:proofErr w:type="spellStart"/>
            <w:r w:rsidRPr="007B7195">
              <w:t>термопленки</w:t>
            </w:r>
            <w:proofErr w:type="spellEnd"/>
            <w:r w:rsidRPr="007B7195">
              <w:t xml:space="preserve"> с ГМС; может быть групповая упаковка по 3-4 кг в пленке с ГМС, </w:t>
            </w:r>
            <w:proofErr w:type="spellStart"/>
            <w:r w:rsidRPr="007B7195">
              <w:t>гофрокороб</w:t>
            </w:r>
            <w:proofErr w:type="spellEnd"/>
          </w:p>
          <w:p w:rsidR="00A97DDA" w:rsidRPr="007B7195" w:rsidRDefault="00A97DDA" w:rsidP="007B7195">
            <w:pPr>
              <w:jc w:val="center"/>
            </w:pPr>
          </w:p>
          <w:p w:rsidR="00A97DDA" w:rsidRDefault="00A97DDA" w:rsidP="007B7195">
            <w:pPr>
              <w:jc w:val="center"/>
            </w:pPr>
          </w:p>
          <w:p w:rsidR="007B7195" w:rsidRDefault="007B7195" w:rsidP="007B7195">
            <w:pPr>
              <w:jc w:val="center"/>
            </w:pPr>
          </w:p>
          <w:p w:rsidR="007B7195" w:rsidRPr="007B7195" w:rsidRDefault="007B7195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Охлажденный: лоток  из </w:t>
            </w:r>
            <w:proofErr w:type="spellStart"/>
            <w:r w:rsidRPr="007B7195">
              <w:t>термопленки</w:t>
            </w:r>
            <w:proofErr w:type="spellEnd"/>
            <w:r w:rsidRPr="007B7195">
              <w:t xml:space="preserve"> с ГМС; замороженный – пленка вакуум, </w:t>
            </w:r>
            <w:proofErr w:type="spellStart"/>
            <w:r w:rsidRPr="007B7195">
              <w:t>гофрокороб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r w:rsidRPr="007B7195">
              <w:t xml:space="preserve">Может быть групповая упаковка – 10-12 кг пленка, </w:t>
            </w:r>
            <w:proofErr w:type="spellStart"/>
            <w:r w:rsidRPr="007B7195">
              <w:t>гофрокороб</w:t>
            </w:r>
            <w:proofErr w:type="spellEnd"/>
            <w:r w:rsidRPr="007B7195">
              <w:t>. Термическое состояние – охлажденное, замороженное.</w:t>
            </w:r>
          </w:p>
          <w:p w:rsidR="00A97DDA" w:rsidRPr="007B7195" w:rsidRDefault="00A97DDA" w:rsidP="007B7195">
            <w:pPr>
              <w:jc w:val="center"/>
            </w:pPr>
          </w:p>
          <w:p w:rsidR="00FD0596" w:rsidRPr="007B7195" w:rsidRDefault="00A97DDA" w:rsidP="007B7195">
            <w:pPr>
              <w:jc w:val="center"/>
            </w:pPr>
            <w:r w:rsidRPr="007B7195">
              <w:t>ДО, Д</w:t>
            </w:r>
            <w:proofErr w:type="gramStart"/>
            <w:r w:rsidRPr="007B7195">
              <w:t>1</w:t>
            </w:r>
            <w:proofErr w:type="gramEnd"/>
            <w:r w:rsidRPr="007B7195">
              <w:t xml:space="preserve">, Д2 – прокладка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30 штук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 Д1 (лоток 10 </w:t>
            </w:r>
            <w:proofErr w:type="spellStart"/>
            <w:proofErr w:type="gramStart"/>
            <w:r w:rsidRPr="007B7195">
              <w:t>шт</w:t>
            </w:r>
            <w:proofErr w:type="spellEnd"/>
            <w:proofErr w:type="gramEnd"/>
            <w:r w:rsidRPr="007B7195">
              <w:t>)</w:t>
            </w:r>
          </w:p>
          <w:p w:rsidR="00A97DDA" w:rsidRPr="007B7195" w:rsidRDefault="00A97DDA" w:rsidP="007B7195">
            <w:pPr>
              <w:jc w:val="center"/>
            </w:pPr>
            <w:proofErr w:type="gramStart"/>
            <w:r w:rsidRPr="007B7195">
              <w:t>СВ</w:t>
            </w:r>
            <w:proofErr w:type="gramEnd"/>
            <w:r w:rsidRPr="007B7195">
              <w:t xml:space="preserve"> – прокладка 20 штук, СО, С1, С2, С3 – прокладка 30 штук, С1 (лоток 10 </w:t>
            </w:r>
            <w:proofErr w:type="spellStart"/>
            <w:r w:rsidRPr="007B7195">
              <w:t>шт</w:t>
            </w:r>
            <w:proofErr w:type="spellEnd"/>
            <w:r w:rsidRPr="007B7195">
              <w:t xml:space="preserve">), С2 (лоток 10 </w:t>
            </w:r>
            <w:proofErr w:type="spellStart"/>
            <w:r w:rsidRPr="007B7195">
              <w:t>шт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lastRenderedPageBreak/>
              <w:t>гофрокороб</w:t>
            </w:r>
            <w:proofErr w:type="spellEnd"/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lastRenderedPageBreak/>
              <w:t>ООО «</w:t>
            </w:r>
            <w:proofErr w:type="spellStart"/>
            <w:r w:rsidRPr="007B7195">
              <w:rPr>
                <w:b/>
              </w:rPr>
              <w:t>Пажга</w:t>
            </w:r>
            <w:proofErr w:type="spellEnd"/>
            <w:r w:rsidRPr="007B7195">
              <w:rPr>
                <w:b/>
              </w:rPr>
              <w:t>»</w:t>
            </w:r>
          </w:p>
          <w:p w:rsidR="00E64BA5" w:rsidRPr="007B7195" w:rsidRDefault="00FD0596" w:rsidP="007B7195">
            <w:pPr>
              <w:rPr>
                <w:b/>
              </w:rPr>
            </w:pPr>
            <w:r w:rsidRPr="007B7195">
              <w:rPr>
                <w:b/>
              </w:rPr>
              <w:t xml:space="preserve"> </w:t>
            </w:r>
            <w:r w:rsidR="00E64BA5" w:rsidRPr="007B7195">
              <w:rPr>
                <w:b/>
              </w:rPr>
              <w:t>(82130)78284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FB71C4" w:rsidP="00FB71C4">
            <w:pPr>
              <w:jc w:val="center"/>
            </w:pPr>
            <w:r>
              <w:t>Говядина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3,8%, </w:t>
            </w:r>
            <w:proofErr w:type="gramStart"/>
            <w:r w:rsidRPr="007B7195">
              <w:t>фляжное</w:t>
            </w:r>
            <w:proofErr w:type="gramEnd"/>
            <w:r w:rsidRPr="007B7195">
              <w:t>;</w:t>
            </w:r>
          </w:p>
          <w:p w:rsidR="00A97DDA" w:rsidRPr="007B7195" w:rsidRDefault="00A97DDA" w:rsidP="00FB71C4">
            <w:pPr>
              <w:jc w:val="center"/>
            </w:pPr>
            <w:r w:rsidRPr="007B7195">
              <w:t>-</w:t>
            </w:r>
            <w:r w:rsidR="00FB71C4">
              <w:t>в полутушах, четвертинах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«Сыктывдинское»</w:t>
            </w:r>
          </w:p>
          <w:p w:rsidR="00E64BA5" w:rsidRPr="007B7195" w:rsidRDefault="003A31B5" w:rsidP="007B7195">
            <w:pPr>
              <w:textAlignment w:val="baseline"/>
              <w:rPr>
                <w:b/>
              </w:rPr>
            </w:pPr>
            <w:hyperlink r:id="rId9" w:history="1">
              <w:r w:rsidR="00DC50A4" w:rsidRPr="007B7195">
                <w:rPr>
                  <w:b/>
                </w:rPr>
                <w:t>(82130) 72486</w:t>
              </w:r>
            </w:hyperlink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FB71C4" w:rsidP="007B7195">
            <w:pPr>
              <w:jc w:val="center"/>
            </w:pPr>
            <w:r>
              <w:t>Говядина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Картофель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3,7%, </w:t>
            </w:r>
            <w:proofErr w:type="gramStart"/>
            <w:r w:rsidRPr="007B7195">
              <w:t>фляжное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</w:t>
            </w:r>
            <w:r w:rsidR="00FB71C4">
              <w:t xml:space="preserve"> в полутушах, четвертинах</w:t>
            </w:r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в мешках.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«Часово»</w:t>
            </w:r>
          </w:p>
          <w:p w:rsidR="00480575" w:rsidRPr="007B7195" w:rsidRDefault="00FD0596" w:rsidP="007B7195">
            <w:pPr>
              <w:rPr>
                <w:b/>
              </w:rPr>
            </w:pPr>
            <w:r w:rsidRPr="007B7195">
              <w:rPr>
                <w:b/>
              </w:rPr>
              <w:t xml:space="preserve"> </w:t>
            </w:r>
            <w:r w:rsidR="00480575" w:rsidRPr="007B7195">
              <w:rPr>
                <w:b/>
              </w:rPr>
              <w:t>(82122)83246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Мясо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3,4%, </w:t>
            </w:r>
            <w:proofErr w:type="gramStart"/>
            <w:r w:rsidRPr="007B7195">
              <w:t>фляжное</w:t>
            </w:r>
            <w:proofErr w:type="gramEnd"/>
            <w:r w:rsidRPr="007B7195">
              <w:t>;</w:t>
            </w:r>
          </w:p>
          <w:p w:rsidR="00A97DDA" w:rsidRPr="007B7195" w:rsidRDefault="00A97DDA" w:rsidP="00FB71C4">
            <w:pPr>
              <w:jc w:val="center"/>
            </w:pPr>
            <w:r w:rsidRPr="007B7195">
              <w:t>-</w:t>
            </w:r>
            <w:r w:rsidR="00FB71C4">
              <w:t xml:space="preserve"> в полутушах, четвертинах</w:t>
            </w:r>
            <w:r w:rsidRPr="007B7195">
              <w:t>.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 xml:space="preserve">ООО СХП «Коми </w:t>
            </w:r>
            <w:proofErr w:type="spellStart"/>
            <w:r w:rsidRPr="007B7195">
              <w:rPr>
                <w:b/>
              </w:rPr>
              <w:t>му</w:t>
            </w:r>
            <w:proofErr w:type="spellEnd"/>
            <w:r w:rsidRPr="007B7195">
              <w:rPr>
                <w:b/>
              </w:rPr>
              <w:t>»</w:t>
            </w:r>
          </w:p>
          <w:p w:rsidR="00480575" w:rsidRPr="007B7195" w:rsidRDefault="003A31B5" w:rsidP="007B7195">
            <w:pPr>
              <w:rPr>
                <w:b/>
              </w:rPr>
            </w:pPr>
            <w:hyperlink r:id="rId10" w:history="1">
              <w:r w:rsidR="00480575" w:rsidRPr="007B7195">
                <w:rPr>
                  <w:b/>
                </w:rPr>
                <w:t>8 (9128) 26-69-24</w:t>
              </w:r>
            </w:hyperlink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FB71C4" w:rsidP="007B7195">
            <w:pPr>
              <w:jc w:val="center"/>
            </w:pPr>
            <w:r>
              <w:t>Говядина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3,9%, </w:t>
            </w:r>
            <w:proofErr w:type="gramStart"/>
            <w:r w:rsidRPr="007B7195">
              <w:t>фляжное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</w:t>
            </w:r>
            <w:r w:rsidR="00FB71C4">
              <w:t>в полутушах, четвертинах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«Сыктывкархлеб»</w:t>
            </w:r>
          </w:p>
          <w:p w:rsidR="00A97DDA" w:rsidRPr="007B7195" w:rsidRDefault="00A97DDA" w:rsidP="007B7195">
            <w:pPr>
              <w:rPr>
                <w:b/>
              </w:rPr>
            </w:pPr>
          </w:p>
          <w:p w:rsidR="00C412AD" w:rsidRPr="007B7195" w:rsidRDefault="001933A5" w:rsidP="007B7195">
            <w:pPr>
              <w:rPr>
                <w:b/>
              </w:rPr>
            </w:pPr>
            <w:r w:rsidRPr="007B7195">
              <w:rPr>
                <w:b/>
              </w:rPr>
              <w:t xml:space="preserve"> </w:t>
            </w:r>
            <w:r w:rsidR="00C412AD" w:rsidRPr="007B7195">
              <w:rPr>
                <w:b/>
              </w:rPr>
              <w:t>(8212) 249-864</w:t>
            </w:r>
          </w:p>
          <w:p w:rsidR="00AE6AAB" w:rsidRPr="007B7195" w:rsidRDefault="00AE6AAB" w:rsidP="007B7195">
            <w:pPr>
              <w:rPr>
                <w:b/>
              </w:rPr>
            </w:pPr>
          </w:p>
          <w:p w:rsidR="00AE6AAB" w:rsidRPr="007B7195" w:rsidRDefault="00AE6AAB" w:rsidP="007B7195">
            <w:pPr>
              <w:rPr>
                <w:b/>
                <w:u w:val="single"/>
              </w:rPr>
            </w:pPr>
            <w:r w:rsidRPr="007B7195">
              <w:rPr>
                <w:b/>
                <w:u w:val="single"/>
              </w:rPr>
              <w:t>Отдел продаж</w:t>
            </w:r>
          </w:p>
          <w:p w:rsidR="00AE6AAB" w:rsidRPr="007B7195" w:rsidRDefault="001933A5" w:rsidP="007B7195">
            <w:pPr>
              <w:rPr>
                <w:b/>
              </w:rPr>
            </w:pPr>
            <w:r w:rsidRPr="007B7195">
              <w:rPr>
                <w:b/>
              </w:rPr>
              <w:t>8(8212)</w:t>
            </w:r>
            <w:r w:rsidR="00AE6AAB" w:rsidRPr="007B7195">
              <w:rPr>
                <w:b/>
              </w:rPr>
              <w:t>222-956</w:t>
            </w:r>
          </w:p>
          <w:p w:rsidR="00AE6AAB" w:rsidRPr="007B7195" w:rsidRDefault="00AE6AAB" w:rsidP="007B7195">
            <w:r w:rsidRPr="007B7195">
              <w:rPr>
                <w:b/>
              </w:rPr>
              <w:t> komi@s-hleb.ru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Батон Нарезной 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Батон "Осенний" 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Хлеб "Городской" подовый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Хлеб "Городской" формовой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Хлеб "Дарницкий", формовой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Хлеб Пшеничный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Хлеб "Традиционный" подовый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Вафли "Особые", Вафли "Сыктывкарские" традиционные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Печенье Фантазия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83188A" w:rsidP="007B7195">
            <w:r w:rsidRPr="007B7195">
              <w:t>*</w:t>
            </w:r>
            <w:r w:rsidRPr="007B7195">
              <w:rPr>
                <w:bCs/>
              </w:rPr>
              <w:t xml:space="preserve">Также доступны к закупкам следующие группы хлебобулочной продукции: функциональные хлеба с добавками, кондитерские, </w:t>
            </w:r>
            <w:proofErr w:type="spellStart"/>
            <w:r w:rsidRPr="007B7195">
              <w:rPr>
                <w:bCs/>
              </w:rPr>
              <w:t>сухарно</w:t>
            </w:r>
            <w:proofErr w:type="spellEnd"/>
            <w:r w:rsidRPr="007B7195">
              <w:rPr>
                <w:bCs/>
              </w:rPr>
              <w:t>-бараночные изделия, сдоба. Характеристики данной продукции предоставляем по запросу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>без упаковки, в упаковке (0,4гр)</w:t>
            </w:r>
          </w:p>
          <w:p w:rsidR="00F1380D" w:rsidRDefault="00F1380D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без упаковки, в упаковке (0,5 </w:t>
            </w:r>
            <w:proofErr w:type="spellStart"/>
            <w:r w:rsidRPr="007B7195">
              <w:t>гр</w:t>
            </w:r>
            <w:proofErr w:type="spellEnd"/>
            <w:r w:rsidRPr="007B7195">
              <w:t>)</w:t>
            </w:r>
          </w:p>
          <w:p w:rsidR="00F1380D" w:rsidRDefault="00F1380D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без упаковки, в упаковке (0,7гр)</w:t>
            </w:r>
          </w:p>
          <w:p w:rsidR="00F1380D" w:rsidRDefault="00F1380D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без упаковки, в упаковке (0,6гр)</w:t>
            </w:r>
          </w:p>
          <w:p w:rsidR="00F1380D" w:rsidRDefault="00F1380D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без упаковки, в упаковке (0,67гр)</w:t>
            </w:r>
          </w:p>
          <w:p w:rsidR="00F1380D" w:rsidRDefault="00F1380D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из муки высшего сорта (0,7 </w:t>
            </w:r>
            <w:proofErr w:type="spellStart"/>
            <w:r w:rsidRPr="007B7195">
              <w:t>гр</w:t>
            </w:r>
            <w:proofErr w:type="spellEnd"/>
            <w:r w:rsidRPr="007B7195">
              <w:t>)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без упаковки, в упаковке (0,67гр)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Мучное кондитерское изделие прямоугольной формы </w:t>
            </w:r>
            <w:proofErr w:type="gramStart"/>
            <w:r w:rsidRPr="007B7195">
              <w:t xml:space="preserve">( </w:t>
            </w:r>
            <w:proofErr w:type="gramEnd"/>
            <w:r w:rsidRPr="007B7195">
              <w:t>1 кг)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Сахарное печенье плоской формы с хрупкой, рассыпчатой, равномерной пористой структурой (1 кг)</w:t>
            </w:r>
          </w:p>
        </w:tc>
      </w:tr>
      <w:tr w:rsidR="00A97DDA" w:rsidRPr="007B7195" w:rsidTr="0083188A">
        <w:trPr>
          <w:trHeight w:val="491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rPr>
                <w:b/>
              </w:rPr>
              <w:t>Корткеросский район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 xml:space="preserve">ООО «Корткеросский </w:t>
            </w:r>
          </w:p>
          <w:p w:rsidR="00A97DDA" w:rsidRPr="007B7195" w:rsidRDefault="00C665AF" w:rsidP="007B7195">
            <w:pPr>
              <w:rPr>
                <w:b/>
              </w:rPr>
            </w:pPr>
            <w:r>
              <w:rPr>
                <w:b/>
              </w:rPr>
              <w:t>м</w:t>
            </w:r>
            <w:r w:rsidR="00A97DDA" w:rsidRPr="007B7195">
              <w:rPr>
                <w:b/>
              </w:rPr>
              <w:t>олочный завод»</w:t>
            </w:r>
          </w:p>
          <w:p w:rsidR="00AB29B3" w:rsidRPr="007B7195" w:rsidRDefault="00AB29B3" w:rsidP="007B7195">
            <w:pPr>
              <w:rPr>
                <w:b/>
              </w:rPr>
            </w:pPr>
          </w:p>
          <w:p w:rsidR="0083188A" w:rsidRPr="007B7195" w:rsidRDefault="0083188A" w:rsidP="007B7195">
            <w:pPr>
              <w:rPr>
                <w:b/>
              </w:rPr>
            </w:pPr>
            <w:r w:rsidRPr="007B7195">
              <w:rPr>
                <w:b/>
              </w:rPr>
              <w:t xml:space="preserve">8(82136)-92-311, </w:t>
            </w:r>
            <w:r w:rsidRPr="007B7195">
              <w:rPr>
                <w:b/>
              </w:rPr>
              <w:br/>
              <w:t>kortmol@mail.ru</w:t>
            </w:r>
          </w:p>
          <w:p w:rsidR="00AB29B3" w:rsidRPr="007B7195" w:rsidRDefault="00AB29B3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Кефир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Сыр Голландский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Сыр </w:t>
            </w:r>
            <w:proofErr w:type="spellStart"/>
            <w:r w:rsidRPr="007B7195">
              <w:t>Асыв</w:t>
            </w:r>
            <w:proofErr w:type="spellEnd"/>
            <w:r w:rsidRPr="007B7195">
              <w:t xml:space="preserve"> 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2,5%, 3,2%; 1 литр, упаковка тетра пак; 0,5 л. </w:t>
            </w:r>
            <w:proofErr w:type="gramStart"/>
            <w:r w:rsidRPr="007B7195">
              <w:t>-у</w:t>
            </w:r>
            <w:proofErr w:type="gramEnd"/>
            <w:r w:rsidRPr="007B7195">
              <w:t xml:space="preserve">паковка </w:t>
            </w:r>
            <w:proofErr w:type="spellStart"/>
            <w:r w:rsidRPr="007B7195">
              <w:t>полипак</w:t>
            </w:r>
            <w:proofErr w:type="spellEnd"/>
            <w:r w:rsidRPr="007B7195">
              <w:t xml:space="preserve">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20%, 250 гр., 500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72,5 % 180 гр. упаковка фольга, </w:t>
            </w:r>
            <w:proofErr w:type="gramStart"/>
            <w:r w:rsidRPr="007B7195">
              <w:t>весовое</w:t>
            </w:r>
            <w:proofErr w:type="gramEnd"/>
            <w:r w:rsidRPr="007B7195">
              <w:t xml:space="preserve"> (20 кг)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5%; 9%; - 250 гр., весовой (0,5, 1 кг).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2,5%, 3,2% - 500 гр., упаковка тетра пак, поли пак;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сыр </w:t>
            </w:r>
            <w:proofErr w:type="spellStart"/>
            <w:r w:rsidRPr="007B7195">
              <w:t>полутвердный</w:t>
            </w:r>
            <w:proofErr w:type="spellEnd"/>
            <w:r w:rsidRPr="007B7195">
              <w:t xml:space="preserve"> с содержанием </w:t>
            </w:r>
            <w:proofErr w:type="gramStart"/>
            <w:r w:rsidRPr="007B7195">
              <w:t>массовой</w:t>
            </w:r>
            <w:proofErr w:type="gramEnd"/>
            <w:r w:rsidRPr="007B7195">
              <w:t xml:space="preserve"> жира в сухом веществе 45% </w:t>
            </w:r>
            <w:proofErr w:type="spellStart"/>
            <w:r w:rsidRPr="007B7195">
              <w:t>уп</w:t>
            </w:r>
            <w:proofErr w:type="spellEnd"/>
            <w:r w:rsidRPr="007B7195">
              <w:t xml:space="preserve"> 5-5,5 кг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сыр </w:t>
            </w:r>
            <w:proofErr w:type="spellStart"/>
            <w:r w:rsidRPr="007B7195">
              <w:t>полутвердный</w:t>
            </w:r>
            <w:proofErr w:type="spellEnd"/>
            <w:r w:rsidRPr="007B7195">
              <w:t xml:space="preserve"> с </w:t>
            </w:r>
            <w:proofErr w:type="spellStart"/>
            <w:r w:rsidRPr="007B7195">
              <w:t>содер-жанием</w:t>
            </w:r>
            <w:proofErr w:type="spellEnd"/>
            <w:r w:rsidRPr="007B7195">
              <w:t xml:space="preserve"> </w:t>
            </w:r>
            <w:proofErr w:type="gramStart"/>
            <w:r w:rsidRPr="007B7195">
              <w:t>массовой</w:t>
            </w:r>
            <w:proofErr w:type="gramEnd"/>
            <w:r w:rsidRPr="007B7195">
              <w:t xml:space="preserve"> жира в су-</w:t>
            </w:r>
            <w:proofErr w:type="spellStart"/>
            <w:r w:rsidRPr="007B7195">
              <w:t>хом</w:t>
            </w:r>
            <w:proofErr w:type="spellEnd"/>
            <w:r w:rsidRPr="007B7195">
              <w:t xml:space="preserve"> веществе 40% </w:t>
            </w:r>
            <w:proofErr w:type="spellStart"/>
            <w:r w:rsidRPr="007B7195">
              <w:t>уп</w:t>
            </w:r>
            <w:proofErr w:type="spellEnd"/>
            <w:r w:rsidRPr="007B7195">
              <w:t xml:space="preserve"> 1-1,4 кг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"Северная Нива"</w:t>
            </w:r>
          </w:p>
          <w:p w:rsidR="00EE4916" w:rsidRPr="007B7195" w:rsidRDefault="001933A5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EE4916" w:rsidRPr="007B7195">
              <w:rPr>
                <w:b/>
              </w:rPr>
              <w:t>(82136) 9-42-85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FB71C4" w:rsidP="007B7195">
            <w:pPr>
              <w:jc w:val="center"/>
            </w:pPr>
            <w:r>
              <w:t>Говядина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E95612" w:rsidP="007B7195">
            <w:pPr>
              <w:jc w:val="center"/>
            </w:pPr>
            <w:r>
              <w:t>-ф</w:t>
            </w:r>
            <w:r w:rsidR="00A97DDA" w:rsidRPr="007B7195">
              <w:t>ляжное</w:t>
            </w:r>
          </w:p>
          <w:p w:rsidR="00A97DDA" w:rsidRPr="007B7195" w:rsidRDefault="00E95612" w:rsidP="00FB71C4">
            <w:pPr>
              <w:jc w:val="center"/>
            </w:pPr>
            <w:r>
              <w:t>-</w:t>
            </w:r>
            <w:r w:rsidR="00FB71C4">
              <w:t>в полутушах, четвертинах</w:t>
            </w:r>
            <w:r w:rsidR="00FB71C4" w:rsidRPr="007B7195">
              <w:t xml:space="preserve"> 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СПК "Сторожевск-1"</w:t>
            </w:r>
          </w:p>
          <w:p w:rsidR="008456DE" w:rsidRPr="007B7195" w:rsidRDefault="001933A5" w:rsidP="007B7195">
            <w:pPr>
              <w:rPr>
                <w:b/>
              </w:rPr>
            </w:pPr>
            <w:r w:rsidRPr="007B7195">
              <w:rPr>
                <w:b/>
              </w:rPr>
              <w:t xml:space="preserve"> 8</w:t>
            </w:r>
            <w:r w:rsidR="008456DE" w:rsidRPr="007B7195">
              <w:rPr>
                <w:b/>
              </w:rPr>
              <w:t>(82136</w:t>
            </w:r>
            <w:r w:rsidRPr="007B7195">
              <w:rPr>
                <w:b/>
              </w:rPr>
              <w:t>)</w:t>
            </w:r>
            <w:r w:rsidR="008456DE" w:rsidRPr="007B7195">
              <w:rPr>
                <w:b/>
              </w:rPr>
              <w:t>91294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Картофель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E95612" w:rsidP="007B7195">
            <w:pPr>
              <w:jc w:val="center"/>
            </w:pPr>
            <w:r>
              <w:t>-</w:t>
            </w:r>
            <w:r w:rsidR="00A97DDA" w:rsidRPr="007B7195">
              <w:t>фляжное</w:t>
            </w:r>
          </w:p>
          <w:p w:rsidR="00A97DDA" w:rsidRPr="007B7195" w:rsidRDefault="00E95612" w:rsidP="007B7195">
            <w:pPr>
              <w:jc w:val="center"/>
            </w:pPr>
            <w:r>
              <w:t>-</w:t>
            </w:r>
            <w:r w:rsidR="00A97DDA" w:rsidRPr="007B7195">
              <w:t xml:space="preserve"> мешки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"</w:t>
            </w:r>
            <w:proofErr w:type="spellStart"/>
            <w:r w:rsidRPr="007B7195">
              <w:rPr>
                <w:b/>
              </w:rPr>
              <w:t>Небдинский</w:t>
            </w:r>
            <w:proofErr w:type="spellEnd"/>
            <w:r w:rsidRPr="007B7195">
              <w:rPr>
                <w:b/>
              </w:rPr>
              <w:t>"</w:t>
            </w:r>
          </w:p>
          <w:p w:rsidR="008456DE" w:rsidRPr="007B7195" w:rsidRDefault="001933A5" w:rsidP="007B7195">
            <w:pPr>
              <w:rPr>
                <w:b/>
              </w:rPr>
            </w:pPr>
            <w:r w:rsidRPr="007B7195">
              <w:rPr>
                <w:b/>
              </w:rPr>
              <w:t xml:space="preserve"> 8</w:t>
            </w:r>
            <w:r w:rsidR="008456DE" w:rsidRPr="007B7195">
              <w:rPr>
                <w:b/>
              </w:rPr>
              <w:t>(82136) 9-66-17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E95612" w:rsidP="007B7195">
            <w:pPr>
              <w:jc w:val="center"/>
            </w:pPr>
            <w:r>
              <w:t>-</w:t>
            </w:r>
            <w:r w:rsidR="00A97DDA" w:rsidRPr="007B7195">
              <w:t>фляжное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 xml:space="preserve">СПК" </w:t>
            </w:r>
            <w:proofErr w:type="spellStart"/>
            <w:r w:rsidRPr="007B7195">
              <w:rPr>
                <w:b/>
              </w:rPr>
              <w:t>Вишерский</w:t>
            </w:r>
            <w:proofErr w:type="spellEnd"/>
            <w:r w:rsidRPr="007B7195">
              <w:rPr>
                <w:b/>
              </w:rPr>
              <w:t>"</w:t>
            </w:r>
          </w:p>
          <w:p w:rsidR="008456DE" w:rsidRPr="007B7195" w:rsidRDefault="001933A5" w:rsidP="007B7195">
            <w:pPr>
              <w:rPr>
                <w:b/>
              </w:rPr>
            </w:pPr>
            <w:r w:rsidRPr="007B7195">
              <w:t>8</w:t>
            </w:r>
            <w:hyperlink r:id="rId11" w:history="1">
              <w:r w:rsidR="008456DE" w:rsidRPr="007B7195">
                <w:rPr>
                  <w:b/>
                </w:rPr>
                <w:t>(82136) 9-65-45</w:t>
              </w:r>
            </w:hyperlink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612" w:rsidRDefault="00E95612" w:rsidP="007B7195">
            <w:pPr>
              <w:jc w:val="center"/>
            </w:pPr>
            <w:r>
              <w:t>Говядина</w:t>
            </w:r>
            <w:r w:rsidRPr="007B7195">
              <w:t xml:space="preserve">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Картофель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5612" w:rsidRDefault="00A97DDA" w:rsidP="00E95612">
            <w:pPr>
              <w:jc w:val="center"/>
            </w:pPr>
            <w:r w:rsidRPr="007B7195">
              <w:t xml:space="preserve"> </w:t>
            </w:r>
            <w:r w:rsidR="00E95612">
              <w:t>--в полутушах, четвертинах</w:t>
            </w:r>
          </w:p>
          <w:p w:rsidR="00A97DDA" w:rsidRPr="007B7195" w:rsidRDefault="00E95612" w:rsidP="00E95612">
            <w:pPr>
              <w:jc w:val="center"/>
            </w:pPr>
            <w:r>
              <w:t>-</w:t>
            </w:r>
            <w:r w:rsidR="00A97DDA" w:rsidRPr="007B7195">
              <w:t xml:space="preserve"> сетки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"Нившера"</w:t>
            </w:r>
          </w:p>
          <w:p w:rsidR="008456DE" w:rsidRPr="007B7195" w:rsidRDefault="001933A5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8456DE" w:rsidRPr="007B7195">
              <w:rPr>
                <w:b/>
              </w:rPr>
              <w:t>(82136) 98-144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E95612" w:rsidRDefault="00E95612" w:rsidP="007B7195">
            <w:pPr>
              <w:jc w:val="center"/>
            </w:pPr>
            <w:r>
              <w:t>Говядина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Хлеб "Дарницкий", формовой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E95612" w:rsidP="007B7195">
            <w:pPr>
              <w:jc w:val="center"/>
            </w:pPr>
            <w:r>
              <w:t>-ф</w:t>
            </w:r>
            <w:r w:rsidR="00A97DDA" w:rsidRPr="007B7195">
              <w:t>ляжное</w:t>
            </w:r>
          </w:p>
          <w:p w:rsidR="00E95612" w:rsidRDefault="00E95612" w:rsidP="007B7195">
            <w:pPr>
              <w:jc w:val="center"/>
            </w:pPr>
            <w:r>
              <w:t>-в полутушах, четвертинах</w:t>
            </w:r>
            <w:r w:rsidRPr="007B7195">
              <w:t xml:space="preserve"> </w:t>
            </w:r>
          </w:p>
          <w:p w:rsidR="00A97DDA" w:rsidRPr="007B7195" w:rsidRDefault="00E95612" w:rsidP="007B7195">
            <w:pPr>
              <w:jc w:val="center"/>
            </w:pPr>
            <w:r>
              <w:t>-</w:t>
            </w:r>
            <w:r w:rsidR="00A97DDA" w:rsidRPr="007B7195">
              <w:t>без упаковки, в упаковке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СПК "</w:t>
            </w:r>
            <w:proofErr w:type="spellStart"/>
            <w:r w:rsidRPr="007B7195">
              <w:rPr>
                <w:b/>
              </w:rPr>
              <w:t>Важ</w:t>
            </w:r>
            <w:proofErr w:type="spellEnd"/>
            <w:r w:rsidRPr="007B7195">
              <w:rPr>
                <w:b/>
              </w:rPr>
              <w:t xml:space="preserve"> Курья"</w:t>
            </w:r>
          </w:p>
          <w:p w:rsidR="008456DE" w:rsidRPr="007B7195" w:rsidRDefault="001933A5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8456DE" w:rsidRPr="007B7195">
              <w:rPr>
                <w:b/>
              </w:rPr>
              <w:t>(82136) 9-75-34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>фляжное</w:t>
            </w:r>
          </w:p>
        </w:tc>
      </w:tr>
      <w:tr w:rsidR="00A97DDA" w:rsidRPr="007B7195" w:rsidTr="0083188A">
        <w:trPr>
          <w:trHeight w:val="491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  <w:rPr>
                <w:b/>
              </w:rPr>
            </w:pPr>
            <w:r w:rsidRPr="007B7195">
              <w:rPr>
                <w:b/>
              </w:rPr>
              <w:t xml:space="preserve">г. Инта и район 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Агрокомплекс  «Инта Приполярная»</w:t>
            </w:r>
          </w:p>
          <w:p w:rsidR="00A97DDA" w:rsidRPr="007B7195" w:rsidRDefault="0083188A" w:rsidP="007B7195">
            <w:pPr>
              <w:rPr>
                <w:b/>
              </w:rPr>
            </w:pPr>
            <w:r w:rsidRPr="007B7195">
              <w:rPr>
                <w:b/>
              </w:rPr>
              <w:t xml:space="preserve">8 </w:t>
            </w:r>
            <w:r w:rsidR="007737DD" w:rsidRPr="007B7195">
              <w:rPr>
                <w:b/>
              </w:rPr>
              <w:t>(82145</w:t>
            </w:r>
            <w:r w:rsidRPr="007B7195">
              <w:rPr>
                <w:b/>
              </w:rPr>
              <w:t>)</w:t>
            </w:r>
            <w:r w:rsidR="007737DD" w:rsidRPr="007B7195">
              <w:rPr>
                <w:b/>
              </w:rPr>
              <w:t>76</w:t>
            </w:r>
            <w:r w:rsidRPr="007B7195">
              <w:rPr>
                <w:b/>
              </w:rPr>
              <w:t>4-04</w:t>
            </w:r>
          </w:p>
          <w:p w:rsidR="0083188A" w:rsidRPr="007B7195" w:rsidRDefault="0083188A" w:rsidP="007B7195">
            <w:pPr>
              <w:rPr>
                <w:b/>
                <w:color w:val="000000"/>
              </w:rPr>
            </w:pPr>
            <w:r w:rsidRPr="007B7195">
              <w:rPr>
                <w:b/>
                <w:color w:val="000000"/>
              </w:rPr>
              <w:t>priem.agrointa@mail.ru</w:t>
            </w:r>
          </w:p>
          <w:p w:rsidR="0083188A" w:rsidRPr="007B7195" w:rsidRDefault="0083188A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Яйцо</w:t>
            </w:r>
            <w:r w:rsidR="003A31B5">
              <w:t xml:space="preserve"> куриное</w:t>
            </w:r>
            <w:bookmarkStart w:id="0" w:name="_GoBack"/>
            <w:bookmarkEnd w:id="0"/>
          </w:p>
          <w:p w:rsidR="00A97DDA" w:rsidRPr="007B7195" w:rsidRDefault="00A97DDA" w:rsidP="007B7195">
            <w:pPr>
              <w:jc w:val="center"/>
            </w:pPr>
            <w:r w:rsidRPr="007B7195">
              <w:t>Кефирный напиток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E95612" w:rsidRDefault="00E95612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Оленина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 ДО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3,2%</w:t>
            </w:r>
            <w:proofErr w:type="gramStart"/>
            <w:r w:rsidRPr="007B7195">
              <w:t xml:space="preserve"> ;</w:t>
            </w:r>
            <w:proofErr w:type="gramEnd"/>
            <w:r w:rsidRPr="007B7195">
              <w:t xml:space="preserve">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0,5 литр,  упаковка поли пак;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3,2%;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1 литр упаковка поли пак;</w:t>
            </w:r>
          </w:p>
          <w:p w:rsidR="00A97DDA" w:rsidRDefault="00A97DDA" w:rsidP="00E95612">
            <w:pPr>
              <w:jc w:val="center"/>
            </w:pPr>
            <w:r w:rsidRPr="007B7195">
              <w:t xml:space="preserve"> весовая, картон упаковка</w:t>
            </w:r>
            <w:r w:rsidR="00E95612">
              <w:t>;</w:t>
            </w:r>
          </w:p>
          <w:p w:rsidR="00E95612" w:rsidRPr="007B7195" w:rsidRDefault="00E95612" w:rsidP="00E95612">
            <w:pPr>
              <w:jc w:val="center"/>
            </w:pPr>
            <w:r>
              <w:t>- в тушах</w:t>
            </w:r>
          </w:p>
        </w:tc>
      </w:tr>
      <w:tr w:rsidR="00A97DDA" w:rsidRPr="007B7195" w:rsidTr="0083188A">
        <w:trPr>
          <w:trHeight w:val="491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  <w:rPr>
                <w:b/>
              </w:rPr>
            </w:pPr>
            <w:r w:rsidRPr="007B7195">
              <w:rPr>
                <w:b/>
              </w:rPr>
              <w:t>г. Печора и район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 «</w:t>
            </w:r>
            <w:proofErr w:type="spellStart"/>
            <w:r w:rsidRPr="007B7195">
              <w:rPr>
                <w:b/>
              </w:rPr>
              <w:t>АгроВиД</w:t>
            </w:r>
            <w:proofErr w:type="spellEnd"/>
            <w:r w:rsidRPr="007B7195">
              <w:rPr>
                <w:b/>
              </w:rPr>
              <w:t xml:space="preserve">» </w:t>
            </w:r>
          </w:p>
          <w:p w:rsidR="007737DD" w:rsidRPr="007B7195" w:rsidRDefault="0083188A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7737DD" w:rsidRPr="007B7195">
              <w:rPr>
                <w:b/>
              </w:rPr>
              <w:t>(82142) 92320</w:t>
            </w:r>
          </w:p>
          <w:p w:rsidR="0083188A" w:rsidRPr="007B7195" w:rsidRDefault="0083188A" w:rsidP="007B7195">
            <w:pPr>
              <w:rPr>
                <w:b/>
                <w:color w:val="000000"/>
              </w:rPr>
            </w:pPr>
            <w:r w:rsidRPr="007B7195">
              <w:rPr>
                <w:b/>
                <w:color w:val="000000"/>
              </w:rPr>
              <w:t>komi.agrovid@mail.ru</w:t>
            </w:r>
          </w:p>
          <w:p w:rsidR="0083188A" w:rsidRPr="007B7195" w:rsidRDefault="0083188A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Йогурт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Сливки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Default="00A97DDA" w:rsidP="007B7195">
            <w:pPr>
              <w:jc w:val="center"/>
            </w:pPr>
          </w:p>
          <w:p w:rsidR="00F1380D" w:rsidRPr="007B7195" w:rsidRDefault="00F1380D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Сыр «Адыгейский»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от 3,5 до 4,2%,  </w:t>
            </w:r>
            <w:proofErr w:type="gramStart"/>
            <w:r w:rsidRPr="007B7195">
              <w:t>фляжное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массовая доля жира: 2,5%, 3,2% - 1 литр упаковка поли пак;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20% - 500 мл.,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3,5%; - 500 мл.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45%; - 250 мл., 500 мл..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72,5% , 500 гр., упаковка полиэтиленовый пакет;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9%; обезжиренный – 500 гр., упаковка полиэтиленовый пакет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40% , упаковка полиэтиленовый пакет</w:t>
            </w:r>
          </w:p>
        </w:tc>
      </w:tr>
      <w:tr w:rsidR="00A97DDA" w:rsidRPr="007B7195" w:rsidTr="0083188A">
        <w:trPr>
          <w:trHeight w:val="491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  <w:rPr>
                <w:b/>
              </w:rPr>
            </w:pPr>
            <w:r w:rsidRPr="007B7195">
              <w:rPr>
                <w:b/>
              </w:rPr>
              <w:t>г. Усинск и район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 xml:space="preserve">ООО «Северный» </w:t>
            </w:r>
          </w:p>
          <w:p w:rsidR="007737DD" w:rsidRPr="007B7195" w:rsidRDefault="0083188A" w:rsidP="007B7195">
            <w:pPr>
              <w:rPr>
                <w:b/>
              </w:rPr>
            </w:pPr>
            <w:r w:rsidRPr="007B7195">
              <w:rPr>
                <w:b/>
              </w:rPr>
              <w:t xml:space="preserve">8 </w:t>
            </w:r>
            <w:r w:rsidR="007737DD" w:rsidRPr="007B7195">
              <w:rPr>
                <w:b/>
              </w:rPr>
              <w:t>(82144) 2-98-98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Сливки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3,2%, </w:t>
            </w:r>
            <w:proofErr w:type="gramStart"/>
            <w:r w:rsidRPr="007B7195">
              <w:t>фляжное</w:t>
            </w:r>
            <w:proofErr w:type="gramEnd"/>
            <w:r w:rsidRPr="007B7195">
              <w:t>;</w:t>
            </w:r>
          </w:p>
          <w:p w:rsidR="00F1380D" w:rsidRDefault="00F1380D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35%, </w:t>
            </w:r>
            <w:proofErr w:type="gramStart"/>
            <w:r w:rsidRPr="007B7195">
              <w:t>фляжные</w:t>
            </w:r>
            <w:proofErr w:type="gramEnd"/>
            <w:r w:rsidRPr="007B7195">
              <w:t>;</w:t>
            </w:r>
          </w:p>
          <w:p w:rsidR="00F1380D" w:rsidRDefault="00F1380D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72,5%, </w:t>
            </w:r>
            <w:proofErr w:type="gramStart"/>
            <w:r w:rsidRPr="007B7195">
              <w:t>развесное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18%; 9%; </w:t>
            </w:r>
            <w:proofErr w:type="gramStart"/>
            <w:r w:rsidRPr="007B7195">
              <w:t>весовой</w:t>
            </w:r>
            <w:proofErr w:type="gramEnd"/>
            <w:r w:rsidRPr="007B7195">
              <w:t>.</w:t>
            </w:r>
          </w:p>
        </w:tc>
      </w:tr>
      <w:tr w:rsidR="00A97DDA" w:rsidRPr="007B7195" w:rsidTr="0083188A">
        <w:trPr>
          <w:trHeight w:val="415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rPr>
                <w:b/>
              </w:rPr>
              <w:t>г. Ухта и район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 xml:space="preserve">ООО Племхоз </w:t>
            </w:r>
          </w:p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«Изваильский-97»</w:t>
            </w:r>
          </w:p>
          <w:p w:rsidR="007737DD" w:rsidRPr="007B7195" w:rsidRDefault="0083188A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7737DD" w:rsidRPr="007B7195">
              <w:rPr>
                <w:b/>
              </w:rPr>
              <w:t>(82146)24123</w:t>
            </w:r>
          </w:p>
          <w:p w:rsidR="000A5028" w:rsidRPr="007B7195" w:rsidRDefault="000A5028" w:rsidP="007B7195">
            <w:pPr>
              <w:rPr>
                <w:b/>
                <w:color w:val="000000"/>
              </w:rPr>
            </w:pPr>
            <w:r w:rsidRPr="007B7195">
              <w:rPr>
                <w:b/>
                <w:color w:val="000000"/>
              </w:rPr>
              <w:t xml:space="preserve">izvail@mail.ru </w:t>
            </w:r>
          </w:p>
          <w:p w:rsidR="000A5028" w:rsidRPr="007B7195" w:rsidRDefault="000A5028" w:rsidP="007B7195">
            <w:pPr>
              <w:rPr>
                <w:b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Йогурт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Кефирный продукт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Ряженка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>- массовая доля жира 3,2%-4%, 1 литр упаковка поли (</w:t>
            </w:r>
            <w:proofErr w:type="spellStart"/>
            <w:r w:rsidRPr="007B7195">
              <w:t>пюр</w:t>
            </w:r>
            <w:proofErr w:type="spellEnd"/>
            <w:r w:rsidRPr="007B7195">
              <w:t>) пак;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3,5%, 0,5 л.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30%, 500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9%,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весовой;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3,2%, 500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3,2%, 500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>/с;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80% -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весовое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Племхоз «Ухта-97»</w:t>
            </w:r>
          </w:p>
          <w:p w:rsidR="007C2ADC" w:rsidRPr="007B7195" w:rsidRDefault="007C2ADC" w:rsidP="007B7195">
            <w:pPr>
              <w:rPr>
                <w:b/>
                <w:color w:val="000000"/>
              </w:rPr>
            </w:pPr>
            <w:r w:rsidRPr="007B7195">
              <w:rPr>
                <w:color w:val="000000"/>
              </w:rPr>
              <w:br/>
            </w:r>
            <w:r w:rsidRPr="007B7195">
              <w:rPr>
                <w:b/>
                <w:color w:val="000000"/>
              </w:rPr>
              <w:t>8(8216</w:t>
            </w:r>
            <w:r w:rsidR="000A5028" w:rsidRPr="007B7195">
              <w:rPr>
                <w:b/>
                <w:color w:val="000000"/>
              </w:rPr>
              <w:t>)</w:t>
            </w:r>
            <w:r w:rsidRPr="007B7195">
              <w:rPr>
                <w:b/>
                <w:color w:val="000000"/>
              </w:rPr>
              <w:t>-76-22-33</w:t>
            </w:r>
          </w:p>
          <w:p w:rsidR="000A5028" w:rsidRPr="007B7195" w:rsidRDefault="000A5028" w:rsidP="007B7195">
            <w:pPr>
              <w:rPr>
                <w:b/>
                <w:color w:val="000000"/>
              </w:rPr>
            </w:pPr>
            <w:r w:rsidRPr="007B7195">
              <w:rPr>
                <w:b/>
                <w:color w:val="000000"/>
              </w:rPr>
              <w:t>plemhoz@uhta97.ru</w:t>
            </w:r>
          </w:p>
          <w:p w:rsidR="00EE4916" w:rsidRPr="007B7195" w:rsidRDefault="00EE4916" w:rsidP="007B7195">
            <w:pPr>
              <w:rPr>
                <w:b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Йогурт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Кефир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Сыр </w:t>
            </w:r>
            <w:proofErr w:type="spellStart"/>
            <w:r w:rsidRPr="007B7195">
              <w:t>Югэр</w:t>
            </w:r>
            <w:proofErr w:type="spellEnd"/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Ряженка 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Масло 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3,5% -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1 литр упаковка </w:t>
            </w:r>
            <w:proofErr w:type="spellStart"/>
            <w:r w:rsidRPr="007B7195">
              <w:t>полипак</w:t>
            </w:r>
            <w:proofErr w:type="spell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3,5% - 0,4 л. </w:t>
            </w:r>
            <w:proofErr w:type="gramStart"/>
            <w:r w:rsidRPr="007B7195">
              <w:t>п</w:t>
            </w:r>
            <w:proofErr w:type="gramEnd"/>
            <w:r w:rsidRPr="007B7195">
              <w:t>/стакан;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20%  - 200 гр.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/с.,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 400 гр.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9%  – </w:t>
            </w:r>
            <w:proofErr w:type="gramStart"/>
            <w:r w:rsidRPr="007B7195">
              <w:t>весовой</w:t>
            </w:r>
            <w:proofErr w:type="gramEnd"/>
            <w:r w:rsidRPr="007B7195">
              <w:t>;</w:t>
            </w:r>
          </w:p>
          <w:p w:rsidR="00D61F17" w:rsidRDefault="00D61F17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3,5% - 400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 xml:space="preserve">/с, </w:t>
            </w:r>
            <w:proofErr w:type="spellStart"/>
            <w:r w:rsidRPr="007B7195">
              <w:t>полипак</w:t>
            </w:r>
            <w:proofErr w:type="spell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сыр </w:t>
            </w:r>
            <w:proofErr w:type="spellStart"/>
            <w:r w:rsidRPr="007B7195">
              <w:t>полутвердный</w:t>
            </w:r>
            <w:proofErr w:type="spellEnd"/>
            <w:r w:rsidRPr="007B7195">
              <w:t>,  массовая доля жира 72,5%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4% -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400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 xml:space="preserve">/с,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72,5% -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весовое</w:t>
            </w:r>
          </w:p>
        </w:tc>
      </w:tr>
      <w:tr w:rsidR="00A97DDA" w:rsidRPr="007B7195" w:rsidTr="0083188A">
        <w:trPr>
          <w:trHeight w:val="491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rPr>
                <w:b/>
              </w:rPr>
              <w:t>Сысольский район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«</w:t>
            </w:r>
            <w:proofErr w:type="spellStart"/>
            <w:r w:rsidRPr="007B7195">
              <w:rPr>
                <w:b/>
              </w:rPr>
              <w:t>Межадорское</w:t>
            </w:r>
            <w:proofErr w:type="spellEnd"/>
            <w:r w:rsidRPr="007B7195">
              <w:rPr>
                <w:b/>
              </w:rPr>
              <w:t>»</w:t>
            </w:r>
          </w:p>
          <w:p w:rsidR="007737DD" w:rsidRPr="007B7195" w:rsidRDefault="002A0914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7737DD" w:rsidRPr="007B7195">
              <w:rPr>
                <w:b/>
              </w:rPr>
              <w:t>(82131)97244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Говядина 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Картофель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5612" w:rsidRDefault="00A97DDA" w:rsidP="007B7195">
            <w:pPr>
              <w:jc w:val="center"/>
            </w:pPr>
            <w:r w:rsidRPr="007B7195">
              <w:t xml:space="preserve"> </w:t>
            </w:r>
            <w:r w:rsidR="00E95612">
              <w:t>- в полутушах, четвертинах, отрубах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в охлажденном и замороженном виде, </w:t>
            </w:r>
          </w:p>
          <w:p w:rsidR="00A97DDA" w:rsidRPr="007B7195" w:rsidRDefault="00E95612" w:rsidP="007B7195">
            <w:pPr>
              <w:jc w:val="center"/>
            </w:pPr>
            <w:r>
              <w:t>- с</w:t>
            </w:r>
            <w:r w:rsidR="00A97DDA" w:rsidRPr="007B7195">
              <w:t xml:space="preserve">вежий продовольственный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в мешках 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5AB" w:rsidRDefault="00A97DDA" w:rsidP="001145AB">
            <w:pPr>
              <w:rPr>
                <w:b/>
              </w:rPr>
            </w:pPr>
            <w:proofErr w:type="spellStart"/>
            <w:r w:rsidRPr="007B7195">
              <w:rPr>
                <w:b/>
              </w:rPr>
              <w:t>Майбурова</w:t>
            </w:r>
            <w:proofErr w:type="spellEnd"/>
            <w:r w:rsidRPr="007B7195">
              <w:rPr>
                <w:b/>
              </w:rPr>
              <w:t xml:space="preserve"> </w:t>
            </w:r>
            <w:r w:rsidR="001145AB">
              <w:rPr>
                <w:b/>
              </w:rPr>
              <w:t>Тамара Васильевна,</w:t>
            </w:r>
            <w:r w:rsidR="001145AB" w:rsidRPr="007B7195">
              <w:rPr>
                <w:b/>
              </w:rPr>
              <w:t xml:space="preserve"> глава </w:t>
            </w:r>
            <w:proofErr w:type="gramStart"/>
            <w:r w:rsidR="001145AB" w:rsidRPr="007B7195">
              <w:rPr>
                <w:b/>
              </w:rPr>
              <w:t>К(</w:t>
            </w:r>
            <w:proofErr w:type="gramEnd"/>
            <w:r w:rsidR="001145AB" w:rsidRPr="007B7195">
              <w:rPr>
                <w:b/>
              </w:rPr>
              <w:t>Ф)Х</w:t>
            </w:r>
          </w:p>
          <w:p w:rsidR="001145AB" w:rsidRDefault="001145AB" w:rsidP="001145AB">
            <w:pPr>
              <w:rPr>
                <w:b/>
              </w:rPr>
            </w:pPr>
            <w:r>
              <w:rPr>
                <w:b/>
              </w:rPr>
              <w:t>8-9121459208</w:t>
            </w:r>
          </w:p>
          <w:p w:rsidR="001145AB" w:rsidRDefault="001145AB" w:rsidP="001145AB">
            <w:pPr>
              <w:rPr>
                <w:b/>
              </w:rPr>
            </w:pPr>
            <w:r>
              <w:rPr>
                <w:b/>
              </w:rPr>
              <w:t>8-(82131)92-4-84</w:t>
            </w:r>
          </w:p>
          <w:p w:rsidR="00A97DDA" w:rsidRPr="007B7195" w:rsidRDefault="00A97DDA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Картофель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мешкотара</w:t>
            </w:r>
            <w:proofErr w:type="spellEnd"/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A0E" w:rsidRDefault="00A97DDA" w:rsidP="00F77A0E">
            <w:pPr>
              <w:rPr>
                <w:b/>
              </w:rPr>
            </w:pPr>
            <w:proofErr w:type="spellStart"/>
            <w:r w:rsidRPr="007B7195">
              <w:rPr>
                <w:b/>
              </w:rPr>
              <w:t>Тырбылев</w:t>
            </w:r>
            <w:proofErr w:type="spellEnd"/>
            <w:r w:rsidRPr="007B7195">
              <w:rPr>
                <w:b/>
              </w:rPr>
              <w:t xml:space="preserve"> Н</w:t>
            </w:r>
            <w:r w:rsidR="00F77A0E">
              <w:rPr>
                <w:b/>
              </w:rPr>
              <w:t xml:space="preserve">иколай Витальевич, </w:t>
            </w:r>
            <w:r w:rsidR="00F77A0E" w:rsidRPr="007B7195">
              <w:rPr>
                <w:b/>
              </w:rPr>
              <w:t xml:space="preserve">глава </w:t>
            </w:r>
            <w:proofErr w:type="gramStart"/>
            <w:r w:rsidR="00F77A0E" w:rsidRPr="007B7195">
              <w:rPr>
                <w:b/>
              </w:rPr>
              <w:t>К(</w:t>
            </w:r>
            <w:proofErr w:type="gramEnd"/>
            <w:r w:rsidR="00F77A0E" w:rsidRPr="007B7195">
              <w:rPr>
                <w:b/>
              </w:rPr>
              <w:t>Ф)Х</w:t>
            </w:r>
          </w:p>
          <w:p w:rsidR="00F77A0E" w:rsidRDefault="00F77A0E" w:rsidP="00F77A0E">
            <w:pPr>
              <w:rPr>
                <w:b/>
              </w:rPr>
            </w:pPr>
            <w:r>
              <w:rPr>
                <w:b/>
              </w:rPr>
              <w:t>8-(82131)98-285</w:t>
            </w:r>
          </w:p>
          <w:p w:rsidR="00A97DDA" w:rsidRPr="007B7195" w:rsidRDefault="00A97DDA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Картофель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мешкотара</w:t>
            </w:r>
            <w:proofErr w:type="spellEnd"/>
          </w:p>
        </w:tc>
      </w:tr>
      <w:tr w:rsidR="00A97DDA" w:rsidRPr="007B7195" w:rsidTr="0083188A">
        <w:trPr>
          <w:trHeight w:val="491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rPr>
                <w:b/>
              </w:rPr>
              <w:t>Усть-Цилемский район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СПК «Заря-1»</w:t>
            </w:r>
          </w:p>
          <w:p w:rsidR="007737DD" w:rsidRPr="007B7195" w:rsidRDefault="002A0914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7737DD" w:rsidRPr="007B7195">
              <w:rPr>
                <w:b/>
              </w:rPr>
              <w:t>(82141) 9-65-36</w:t>
            </w:r>
          </w:p>
          <w:p w:rsidR="00405877" w:rsidRPr="007B7195" w:rsidRDefault="00405877" w:rsidP="007B7195">
            <w:pPr>
              <w:rPr>
                <w:b/>
              </w:rPr>
            </w:pPr>
            <w:r w:rsidRPr="007B7195">
              <w:rPr>
                <w:b/>
              </w:rPr>
              <w:t xml:space="preserve">SPKZarya-1@yandex.ru </w:t>
            </w:r>
          </w:p>
          <w:p w:rsidR="00405877" w:rsidRPr="007B7195" w:rsidRDefault="00405877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8E094F" w:rsidP="007B7195">
            <w:pPr>
              <w:jc w:val="center"/>
            </w:pPr>
            <w:r>
              <w:t>Говядина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Йогурт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Сливки пастеризованные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Кефир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Сыр «Адыгейский»</w:t>
            </w:r>
          </w:p>
          <w:p w:rsidR="00A97DDA" w:rsidRPr="007B7195" w:rsidRDefault="00A97DDA" w:rsidP="007B7195">
            <w:pPr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E95612" w:rsidP="007B7195">
            <w:pPr>
              <w:jc w:val="center"/>
            </w:pPr>
            <w:r>
              <w:t>- в полутушах, четвертинах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от 3,2%, 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1 литр упаковка поли пак;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1,5 литр бутылка ПЭТ;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20%, 25%  - 200 гр., 500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2,5%; - 500 гр.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30%; - 500 мл..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жира: 72% -</w:t>
            </w:r>
            <w:proofErr w:type="gramStart"/>
            <w:r w:rsidRPr="007B7195">
              <w:t>весовое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</w:t>
            </w:r>
            <w:proofErr w:type="gramStart"/>
            <w:r w:rsidRPr="007B7195">
              <w:t>обезжиренный</w:t>
            </w:r>
            <w:proofErr w:type="gramEnd"/>
            <w:r w:rsidRPr="007B7195">
              <w:t>, весовой;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2,5% - 500 гр., упаковка поли пак.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 - массовая доля жира 40%; - упаковка пищевая пленка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8DE" w:rsidRDefault="00A97DDA" w:rsidP="007C18DE">
            <w:pPr>
              <w:rPr>
                <w:b/>
              </w:rPr>
            </w:pPr>
            <w:r w:rsidRPr="007B7195">
              <w:rPr>
                <w:b/>
              </w:rPr>
              <w:t>Кирьянова Т</w:t>
            </w:r>
            <w:r w:rsidR="007C18DE">
              <w:rPr>
                <w:b/>
              </w:rPr>
              <w:t xml:space="preserve">атьяна Васильевна, </w:t>
            </w:r>
            <w:r w:rsidR="007C18DE" w:rsidRPr="007B7195">
              <w:rPr>
                <w:b/>
              </w:rPr>
              <w:t xml:space="preserve">глава </w:t>
            </w:r>
            <w:proofErr w:type="gramStart"/>
            <w:r w:rsidR="007C18DE" w:rsidRPr="007B7195">
              <w:rPr>
                <w:b/>
              </w:rPr>
              <w:t>К(</w:t>
            </w:r>
            <w:proofErr w:type="gramEnd"/>
            <w:r w:rsidR="007C18DE" w:rsidRPr="007B7195">
              <w:rPr>
                <w:b/>
              </w:rPr>
              <w:t>Ф)Х</w:t>
            </w:r>
          </w:p>
          <w:p w:rsidR="00D669C8" w:rsidRPr="007C18DE" w:rsidRDefault="00D669C8" w:rsidP="00D669C8">
            <w:pPr>
              <w:rPr>
                <w:b/>
              </w:rPr>
            </w:pPr>
            <w:proofErr w:type="gramStart"/>
            <w:r w:rsidRPr="007C18DE">
              <w:rPr>
                <w:b/>
              </w:rPr>
              <w:t>с</w:t>
            </w:r>
            <w:proofErr w:type="gramEnd"/>
            <w:r w:rsidRPr="007C18DE">
              <w:rPr>
                <w:b/>
              </w:rPr>
              <w:t xml:space="preserve">. Замежная, </w:t>
            </w:r>
          </w:p>
          <w:p w:rsidR="00D669C8" w:rsidRPr="007C18DE" w:rsidRDefault="00D669C8" w:rsidP="00D669C8">
            <w:pPr>
              <w:rPr>
                <w:b/>
              </w:rPr>
            </w:pPr>
            <w:r w:rsidRPr="007C18DE">
              <w:rPr>
                <w:b/>
              </w:rPr>
              <w:t>8(8-2141)-96-140, 8912-56-42-365</w:t>
            </w:r>
          </w:p>
          <w:p w:rsidR="00D669C8" w:rsidRPr="007B7195" w:rsidRDefault="00D669C8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Йогурт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Сыр адыгейский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Кефир</w:t>
            </w:r>
          </w:p>
          <w:p w:rsidR="00A97DDA" w:rsidRPr="007B7195" w:rsidRDefault="00A97DDA" w:rsidP="007B7195">
            <w:pPr>
              <w:jc w:val="center"/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>- массовая доля жира от 3,2%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1 литр упаковка поли пак;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17% - 200 гр., 500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>/</w:t>
            </w:r>
            <w:proofErr w:type="spellStart"/>
            <w:r w:rsidRPr="007B7195">
              <w:t>с.поли</w:t>
            </w:r>
            <w:proofErr w:type="spellEnd"/>
            <w:r w:rsidRPr="007B7195">
              <w:t xml:space="preserve"> пак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1,5%; - 500 гр.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45%; - упаковка пищевая пленка;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72,5% </w:t>
            </w:r>
            <w:proofErr w:type="gramStart"/>
            <w:r w:rsidRPr="007B7195">
              <w:t>весовое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1,8% 500 гр. упаковка полиэтиленовый пакет;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2,5% - 500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>/</w:t>
            </w:r>
            <w:proofErr w:type="spellStart"/>
            <w:r w:rsidRPr="007B7195">
              <w:t>с.;поли</w:t>
            </w:r>
            <w:proofErr w:type="spellEnd"/>
            <w:r w:rsidRPr="007B7195">
              <w:t xml:space="preserve"> пак</w:t>
            </w:r>
          </w:p>
        </w:tc>
      </w:tr>
      <w:tr w:rsidR="00A97DDA" w:rsidRPr="007B7195" w:rsidTr="0083188A">
        <w:trPr>
          <w:trHeight w:val="491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rPr>
                <w:b/>
              </w:rPr>
              <w:t>Ижемский район</w:t>
            </w:r>
          </w:p>
        </w:tc>
      </w:tr>
      <w:tr w:rsidR="00A97DDA" w:rsidRPr="007B7195" w:rsidTr="0083188A">
        <w:trPr>
          <w:trHeight w:val="49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 xml:space="preserve">ООО молочный завод </w:t>
            </w:r>
          </w:p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«</w:t>
            </w:r>
            <w:proofErr w:type="spellStart"/>
            <w:r w:rsidRPr="007B7195">
              <w:rPr>
                <w:b/>
              </w:rPr>
              <w:t>Диюрский</w:t>
            </w:r>
            <w:proofErr w:type="spellEnd"/>
            <w:r w:rsidRPr="007B7195">
              <w:rPr>
                <w:b/>
              </w:rPr>
              <w:t>»</w:t>
            </w:r>
          </w:p>
          <w:p w:rsidR="007737DD" w:rsidRPr="007B7195" w:rsidRDefault="007737DD" w:rsidP="007B7195">
            <w:pPr>
              <w:rPr>
                <w:b/>
              </w:rPr>
            </w:pPr>
            <w:r w:rsidRPr="007B7195">
              <w:rPr>
                <w:b/>
              </w:rPr>
              <w:t> </w:t>
            </w:r>
            <w:r w:rsidR="002A0914" w:rsidRPr="007B7195">
              <w:rPr>
                <w:b/>
              </w:rPr>
              <w:t>8</w:t>
            </w:r>
            <w:r w:rsidRPr="007B7195">
              <w:rPr>
                <w:b/>
              </w:rPr>
              <w:t>(82140) 92-6-16</w:t>
            </w:r>
          </w:p>
          <w:p w:rsidR="00215C91" w:rsidRPr="007B7195" w:rsidRDefault="00215C91" w:rsidP="007B7195">
            <w:pPr>
              <w:rPr>
                <w:b/>
              </w:rPr>
            </w:pPr>
            <w:r w:rsidRPr="007B7195">
              <w:t xml:space="preserve"> </w:t>
            </w:r>
            <w:r w:rsidRPr="007B7195">
              <w:rPr>
                <w:b/>
              </w:rPr>
              <w:t>ooo-xleb@mail.ru</w:t>
            </w:r>
          </w:p>
          <w:p w:rsidR="00215C91" w:rsidRPr="007B7195" w:rsidRDefault="00215C91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8E094F" w:rsidP="007B7195">
            <w:pPr>
              <w:jc w:val="center"/>
            </w:pPr>
            <w:r>
              <w:t>Говядина</w:t>
            </w:r>
          </w:p>
          <w:p w:rsidR="008E094F" w:rsidRPr="007B7195" w:rsidRDefault="008E094F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Сливки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AF4441">
            <w:pPr>
              <w:jc w:val="center"/>
            </w:pPr>
            <w:r w:rsidRPr="007B7195">
              <w:t>Кефир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Default="00E95612" w:rsidP="007B7195">
            <w:pPr>
              <w:jc w:val="center"/>
            </w:pPr>
            <w:r>
              <w:t>- в полутушах, четвертинах;</w:t>
            </w:r>
          </w:p>
          <w:p w:rsidR="00E95612" w:rsidRPr="007B7195" w:rsidRDefault="00E95612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от 3,2%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1 литр упаковка поли пак;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20%, 300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30%;  300 мл..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72%, </w:t>
            </w:r>
            <w:proofErr w:type="gramStart"/>
            <w:r w:rsidRPr="007B7195">
              <w:t>весовое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жира: </w:t>
            </w:r>
            <w:proofErr w:type="gramStart"/>
            <w:r w:rsidRPr="007B7195">
              <w:t>обезжиренный</w:t>
            </w:r>
            <w:proofErr w:type="gramEnd"/>
            <w:r w:rsidRPr="007B7195">
              <w:t xml:space="preserve"> – развесной;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1%, 1 кг</w:t>
            </w:r>
            <w:proofErr w:type="gramStart"/>
            <w:r w:rsidRPr="007B7195">
              <w:t xml:space="preserve">., </w:t>
            </w:r>
            <w:proofErr w:type="gramEnd"/>
            <w:r w:rsidRPr="007B7195">
              <w:t>упаковка поли пак.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«Заречье»</w:t>
            </w:r>
          </w:p>
          <w:p w:rsidR="00077F51" w:rsidRPr="007B7195" w:rsidRDefault="002A0914" w:rsidP="007B7195">
            <w:pPr>
              <w:rPr>
                <w:b/>
              </w:rPr>
            </w:pPr>
            <w:r w:rsidRPr="007B7195">
              <w:rPr>
                <w:b/>
              </w:rPr>
              <w:t>8(8214)</w:t>
            </w:r>
            <w:r w:rsidR="00077F51" w:rsidRPr="007B7195">
              <w:rPr>
                <w:b/>
              </w:rPr>
              <w:t> </w:t>
            </w:r>
            <w:hyperlink r:id="rId12" w:history="1">
              <w:r w:rsidR="00077F51" w:rsidRPr="007B7195">
                <w:rPr>
                  <w:b/>
                </w:rPr>
                <w:t>9-64-10</w:t>
              </w:r>
            </w:hyperlink>
          </w:p>
          <w:p w:rsidR="00215C91" w:rsidRPr="007B7195" w:rsidRDefault="00215C91" w:rsidP="007B7195">
            <w:pPr>
              <w:tabs>
                <w:tab w:val="left" w:pos="2235"/>
              </w:tabs>
              <w:rPr>
                <w:b/>
                <w:color w:val="000000"/>
              </w:rPr>
            </w:pPr>
            <w:r w:rsidRPr="007B7195">
              <w:rPr>
                <w:b/>
                <w:color w:val="000000"/>
              </w:rPr>
              <w:t>galina.chuprova2012@yandex.ru</w:t>
            </w:r>
            <w:r w:rsidR="00B46B9F" w:rsidRPr="007B7195">
              <w:rPr>
                <w:b/>
                <w:color w:val="000000"/>
              </w:rPr>
              <w:tab/>
            </w:r>
          </w:p>
          <w:p w:rsidR="00215C91" w:rsidRPr="007B7195" w:rsidRDefault="00215C91" w:rsidP="007B7195">
            <w:pPr>
              <w:rPr>
                <w:b/>
              </w:rPr>
            </w:pPr>
          </w:p>
          <w:p w:rsidR="00A97DDA" w:rsidRPr="007B7195" w:rsidRDefault="00A97DDA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8E094F" w:rsidP="007B7195">
            <w:pPr>
              <w:jc w:val="center"/>
            </w:pPr>
            <w:r>
              <w:t>Говядина</w:t>
            </w:r>
          </w:p>
          <w:p w:rsidR="008E094F" w:rsidRPr="007B7195" w:rsidRDefault="008E094F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Кефир</w:t>
            </w:r>
          </w:p>
          <w:p w:rsidR="00A97DDA" w:rsidRPr="007B7195" w:rsidRDefault="00A97DDA" w:rsidP="007B7195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Default="00E95612" w:rsidP="007B7195">
            <w:pPr>
              <w:jc w:val="center"/>
            </w:pPr>
            <w:r>
              <w:t>в полутушах, четвертинах;</w:t>
            </w:r>
          </w:p>
          <w:p w:rsidR="00E95612" w:rsidRPr="007B7195" w:rsidRDefault="00E95612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3,2%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 1 литр упаковка тетра пак;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25%, 500 гр.,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72,5% </w:t>
            </w:r>
            <w:proofErr w:type="gramStart"/>
            <w:r w:rsidRPr="007B7195">
              <w:t>весовое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9%  </w:t>
            </w:r>
            <w:proofErr w:type="gramStart"/>
            <w:r w:rsidRPr="007B7195">
              <w:t>весовой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- массовая доля жира 1%; 0,5л., упаковка тетра пак.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 xml:space="preserve">ИП Канев Николай </w:t>
            </w:r>
          </w:p>
          <w:p w:rsidR="00A97DDA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Алексеевич, глава КФХ</w:t>
            </w:r>
          </w:p>
          <w:p w:rsidR="001D5B2D" w:rsidRPr="001D5B2D" w:rsidRDefault="001D5B2D" w:rsidP="001D5B2D">
            <w:pPr>
              <w:rPr>
                <w:b/>
                <w:color w:val="000000"/>
              </w:rPr>
            </w:pPr>
            <w:r w:rsidRPr="001D5B2D">
              <w:rPr>
                <w:b/>
                <w:color w:val="000000"/>
              </w:rPr>
              <w:t xml:space="preserve">д. Ласта, </w:t>
            </w:r>
          </w:p>
          <w:p w:rsidR="001D5B2D" w:rsidRPr="001D5B2D" w:rsidRDefault="001D5B2D" w:rsidP="001D5B2D">
            <w:pPr>
              <w:rPr>
                <w:b/>
                <w:color w:val="000000"/>
              </w:rPr>
            </w:pPr>
            <w:r w:rsidRPr="001D5B2D">
              <w:rPr>
                <w:b/>
                <w:color w:val="000000"/>
              </w:rPr>
              <w:t xml:space="preserve">8904-200-1127, 8(82140)-94-769  </w:t>
            </w:r>
          </w:p>
          <w:p w:rsidR="001D5B2D" w:rsidRPr="001D5B2D" w:rsidRDefault="003A31B5" w:rsidP="001D5B2D">
            <w:pPr>
              <w:rPr>
                <w:b/>
              </w:rPr>
            </w:pPr>
            <w:hyperlink r:id="rId13" w:history="1">
              <w:r w:rsidR="001D5B2D" w:rsidRPr="001D5B2D">
                <w:rPr>
                  <w:rStyle w:val="af0"/>
                  <w:b/>
                  <w:color w:val="auto"/>
                  <w:u w:val="none"/>
                </w:rPr>
                <w:t>kfh-lasta@mail.ru</w:t>
              </w:r>
            </w:hyperlink>
          </w:p>
          <w:p w:rsidR="001D5B2D" w:rsidRDefault="001D5B2D" w:rsidP="001D5B2D">
            <w:pPr>
              <w:rPr>
                <w:color w:val="000000"/>
                <w:sz w:val="16"/>
                <w:szCs w:val="16"/>
              </w:rPr>
            </w:pPr>
          </w:p>
          <w:p w:rsidR="001D5B2D" w:rsidRPr="007B7195" w:rsidRDefault="001D5B2D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8E094F" w:rsidP="007B7195">
            <w:pPr>
              <w:jc w:val="center"/>
            </w:pPr>
            <w:r>
              <w:t>Говядина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>- массовая доля жира от 3,2%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0,5 л., упаковка пакет;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25%, 0,25л., упаковка </w:t>
            </w:r>
            <w:proofErr w:type="gramStart"/>
            <w:r w:rsidRPr="007B7195">
              <w:t>п</w:t>
            </w:r>
            <w:proofErr w:type="gramEnd"/>
            <w:r w:rsidRPr="007B7195">
              <w:t>/с.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9%  </w:t>
            </w:r>
            <w:proofErr w:type="gramStart"/>
            <w:r w:rsidRPr="007B7195">
              <w:t>весовой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- массовая доля жира 72,5% </w:t>
            </w:r>
            <w:proofErr w:type="gramStart"/>
            <w:r w:rsidRPr="007B7195">
              <w:t>весовое</w:t>
            </w:r>
            <w:proofErr w:type="gramEnd"/>
            <w:r w:rsidRPr="007B7195">
              <w:t>;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E95612" w:rsidP="00AF4441">
            <w:pPr>
              <w:jc w:val="center"/>
            </w:pPr>
            <w:r>
              <w:t>- в полутушах, четвертинах</w:t>
            </w:r>
          </w:p>
        </w:tc>
      </w:tr>
      <w:tr w:rsidR="00A97DDA" w:rsidRPr="007B7195" w:rsidTr="0083188A">
        <w:trPr>
          <w:trHeight w:val="25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A97DDA" w:rsidP="007B7195">
            <w:pPr>
              <w:jc w:val="center"/>
              <w:rPr>
                <w:b/>
              </w:rPr>
            </w:pPr>
            <w:r w:rsidRPr="007B7195">
              <w:rPr>
                <w:b/>
              </w:rPr>
              <w:t>Княжпогостский район</w:t>
            </w:r>
          </w:p>
          <w:p w:rsidR="00DF5AED" w:rsidRPr="007B7195" w:rsidRDefault="00DF5AED" w:rsidP="007B7195">
            <w:pPr>
              <w:jc w:val="center"/>
            </w:pP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СПК «Княжпогостский»</w:t>
            </w:r>
          </w:p>
          <w:p w:rsidR="007F5B0A" w:rsidRPr="007B7195" w:rsidRDefault="007F5B0A" w:rsidP="007B7195">
            <w:pPr>
              <w:rPr>
                <w:b/>
              </w:rPr>
            </w:pPr>
          </w:p>
          <w:p w:rsidR="00077F51" w:rsidRPr="007B7195" w:rsidRDefault="002A0914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077F51" w:rsidRPr="007B7195">
              <w:rPr>
                <w:b/>
              </w:rPr>
              <w:t>(82139) 2-23-81</w:t>
            </w:r>
          </w:p>
          <w:p w:rsidR="000E1C21" w:rsidRPr="007B7195" w:rsidRDefault="000E1C21" w:rsidP="007B7195">
            <w:pPr>
              <w:rPr>
                <w:b/>
                <w:color w:val="000000"/>
              </w:rPr>
            </w:pPr>
            <w:r w:rsidRPr="007B7195">
              <w:rPr>
                <w:color w:val="000000"/>
              </w:rPr>
              <w:t xml:space="preserve"> </w:t>
            </w:r>
            <w:r w:rsidRPr="007B7195">
              <w:rPr>
                <w:b/>
                <w:color w:val="000000"/>
              </w:rPr>
              <w:t>spk_knazh@mail.ru</w:t>
            </w:r>
          </w:p>
          <w:p w:rsidR="000E1C21" w:rsidRPr="007B7195" w:rsidRDefault="000E1C21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 коровье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Картофель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8E094F" w:rsidP="007B7195">
            <w:pPr>
              <w:jc w:val="center"/>
            </w:pPr>
            <w:r>
              <w:t>Говядина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E95612" w:rsidP="007B7195">
            <w:pPr>
              <w:jc w:val="center"/>
            </w:pPr>
            <w:r>
              <w:t>- п</w:t>
            </w:r>
            <w:r w:rsidR="00A97DDA" w:rsidRPr="007B7195">
              <w:t>астеризованное,</w:t>
            </w:r>
          </w:p>
          <w:p w:rsidR="00A97DDA" w:rsidRPr="007B7195" w:rsidRDefault="00A97DDA" w:rsidP="007B7195">
            <w:pPr>
              <w:jc w:val="center"/>
            </w:pPr>
            <w:proofErr w:type="gramStart"/>
            <w:r w:rsidRPr="007B7195">
              <w:t>сырое</w:t>
            </w:r>
            <w:proofErr w:type="gramEnd"/>
            <w:r w:rsidRPr="007B7195">
              <w:t xml:space="preserve"> цельное, фляга</w:t>
            </w:r>
          </w:p>
          <w:p w:rsidR="00A97DDA" w:rsidRPr="007B7195" w:rsidRDefault="00E95612" w:rsidP="007B7195">
            <w:pPr>
              <w:jc w:val="center"/>
            </w:pPr>
            <w:r>
              <w:t>- п</w:t>
            </w:r>
            <w:r w:rsidR="00A97DDA" w:rsidRPr="007B7195">
              <w:t xml:space="preserve">родовольственный, </w:t>
            </w:r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мешкотара</w:t>
            </w:r>
            <w:proofErr w:type="spellEnd"/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E95612" w:rsidP="00E95612">
            <w:pPr>
              <w:jc w:val="center"/>
            </w:pPr>
            <w:r>
              <w:t>- в четвертинах</w:t>
            </w:r>
          </w:p>
        </w:tc>
      </w:tr>
      <w:tr w:rsidR="00A97DDA" w:rsidRPr="007B7195" w:rsidTr="0083188A">
        <w:trPr>
          <w:trHeight w:val="25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A97DDA" w:rsidP="007B7195">
            <w:pPr>
              <w:jc w:val="center"/>
              <w:rPr>
                <w:b/>
              </w:rPr>
            </w:pPr>
            <w:r w:rsidRPr="007B7195">
              <w:rPr>
                <w:b/>
              </w:rPr>
              <w:t>Прилузский район</w:t>
            </w:r>
          </w:p>
          <w:p w:rsidR="00DF5AED" w:rsidRPr="007B7195" w:rsidRDefault="00DF5AED" w:rsidP="007B7195">
            <w:pPr>
              <w:jc w:val="center"/>
            </w:pP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«Южное»</w:t>
            </w:r>
          </w:p>
          <w:p w:rsidR="00A7600F" w:rsidRPr="007B7195" w:rsidRDefault="00A7600F" w:rsidP="007B7195">
            <w:pPr>
              <w:rPr>
                <w:b/>
              </w:rPr>
            </w:pPr>
          </w:p>
          <w:p w:rsidR="00A7600F" w:rsidRPr="007B7195" w:rsidRDefault="002A0914" w:rsidP="007B7195">
            <w:pPr>
              <w:rPr>
                <w:b/>
              </w:rPr>
            </w:pPr>
            <w:r w:rsidRPr="007B7195">
              <w:rPr>
                <w:b/>
              </w:rPr>
              <w:t>8(82133)-47-233</w:t>
            </w:r>
          </w:p>
          <w:p w:rsidR="002A0914" w:rsidRPr="007B7195" w:rsidRDefault="002A0914" w:rsidP="007B7195">
            <w:pPr>
              <w:rPr>
                <w:b/>
              </w:rPr>
            </w:pPr>
            <w:r w:rsidRPr="007B7195">
              <w:rPr>
                <w:b/>
              </w:rPr>
              <w:t xml:space="preserve">oaoyugnoe@mail.ru </w:t>
            </w:r>
          </w:p>
          <w:p w:rsidR="002A0914" w:rsidRPr="007B7195" w:rsidRDefault="002A0914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Молоко.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Молоко.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Кефир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Кефир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Крем творожный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Сливки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Ряженка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Молоко топленое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Йогурт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Йогурт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Масло крестьянское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крестьянское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Масло шоколадное </w:t>
            </w:r>
            <w:proofErr w:type="spellStart"/>
            <w:r w:rsidRPr="007B7195">
              <w:t>м.</w:t>
            </w:r>
            <w:proofErr w:type="gramStart"/>
            <w:r w:rsidRPr="007B7195">
              <w:t>д.ж</w:t>
            </w:r>
            <w:proofErr w:type="spellEnd"/>
            <w:proofErr w:type="gramEnd"/>
            <w:r w:rsidRPr="007B7195">
              <w:t>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топленое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Сыр «Адыгейский»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8E094F" w:rsidP="007B7195">
            <w:pPr>
              <w:jc w:val="center"/>
            </w:pPr>
            <w:r>
              <w:t>Г</w:t>
            </w:r>
            <w:r w:rsidR="00A97DDA" w:rsidRPr="007B7195">
              <w:t>овядина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</w:t>
            </w:r>
            <w:proofErr w:type="gramStart"/>
            <w:r w:rsidRPr="007B7195">
              <w:t>д.ж</w:t>
            </w:r>
            <w:proofErr w:type="spellEnd"/>
            <w:proofErr w:type="gramEnd"/>
            <w:r w:rsidRPr="007B7195">
              <w:t xml:space="preserve">. 2,5% 0,5 л. </w:t>
            </w:r>
            <w:proofErr w:type="spellStart"/>
            <w:r w:rsidRPr="007B7195">
              <w:t>Полипак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</w:t>
            </w:r>
            <w:proofErr w:type="gramStart"/>
            <w:r w:rsidRPr="007B7195">
              <w:t>д.ж</w:t>
            </w:r>
            <w:proofErr w:type="spellEnd"/>
            <w:proofErr w:type="gramEnd"/>
            <w:r w:rsidRPr="007B7195">
              <w:t xml:space="preserve">.. 2,5% 1,0 л </w:t>
            </w:r>
            <w:proofErr w:type="spellStart"/>
            <w:r w:rsidRPr="007B7195">
              <w:t>Полипак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</w:t>
            </w:r>
            <w:proofErr w:type="gramStart"/>
            <w:r w:rsidRPr="007B7195">
              <w:t>д.ж</w:t>
            </w:r>
            <w:proofErr w:type="spellEnd"/>
            <w:proofErr w:type="gramEnd"/>
            <w:r w:rsidRPr="007B7195">
              <w:t xml:space="preserve">. 2,5% 1,0 л </w:t>
            </w:r>
            <w:proofErr w:type="spellStart"/>
            <w:r w:rsidRPr="007B7195">
              <w:t>Пюрпак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</w:t>
            </w:r>
            <w:proofErr w:type="gramStart"/>
            <w:r w:rsidRPr="007B7195">
              <w:t>д.ж</w:t>
            </w:r>
            <w:proofErr w:type="spellEnd"/>
            <w:proofErr w:type="gramEnd"/>
            <w:r w:rsidRPr="007B7195">
              <w:t xml:space="preserve">. 3,2% 1,0 л </w:t>
            </w:r>
            <w:proofErr w:type="spellStart"/>
            <w:r w:rsidRPr="007B7195">
              <w:t>Пюрпак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</w:t>
            </w:r>
            <w:proofErr w:type="gramStart"/>
            <w:r w:rsidRPr="007B7195">
              <w:t>д.ж</w:t>
            </w:r>
            <w:proofErr w:type="spellEnd"/>
            <w:proofErr w:type="gramEnd"/>
            <w:r w:rsidRPr="007B7195">
              <w:t xml:space="preserve">. 2,5%  500 г. </w:t>
            </w:r>
            <w:proofErr w:type="spellStart"/>
            <w:r w:rsidRPr="007B7195">
              <w:t>Полипак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r w:rsidRPr="007B7195">
              <w:t>м.</w:t>
            </w:r>
            <w:proofErr w:type="gramStart"/>
            <w:r w:rsidRPr="007B7195">
              <w:t>д.ж</w:t>
            </w:r>
            <w:proofErr w:type="gramEnd"/>
            <w:r w:rsidRPr="007B7195">
              <w:t xml:space="preserve">.2,5% 500 г. </w:t>
            </w:r>
            <w:proofErr w:type="spellStart"/>
            <w:r w:rsidRPr="007B7195">
              <w:t>Пюрпак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r w:rsidRPr="007B7195">
              <w:t xml:space="preserve">м.д.ж.20%  250 г. </w:t>
            </w:r>
            <w:proofErr w:type="gramStart"/>
            <w:r w:rsidRPr="007B7195">
              <w:t>П</w:t>
            </w:r>
            <w:proofErr w:type="gramEnd"/>
            <w:r w:rsidRPr="007B7195">
              <w:t>/стакан</w:t>
            </w:r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м.д.ж</w:t>
            </w:r>
            <w:proofErr w:type="spellEnd"/>
            <w:r w:rsidRPr="007B7195">
              <w:t xml:space="preserve">. 20%  450 г. </w:t>
            </w:r>
            <w:proofErr w:type="gramStart"/>
            <w:r w:rsidRPr="007B7195">
              <w:t>П</w:t>
            </w:r>
            <w:proofErr w:type="gramEnd"/>
            <w:r w:rsidRPr="007B7195">
              <w:t>/стакан</w:t>
            </w:r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</w:t>
            </w:r>
            <w:proofErr w:type="gramStart"/>
            <w:r w:rsidRPr="007B7195">
              <w:t>д.ж</w:t>
            </w:r>
            <w:proofErr w:type="spellEnd"/>
            <w:proofErr w:type="gramEnd"/>
            <w:r w:rsidRPr="007B7195">
              <w:t xml:space="preserve">. 9%  200 грамм </w:t>
            </w:r>
            <w:proofErr w:type="spellStart"/>
            <w:r w:rsidRPr="007B7195">
              <w:t>Буфилен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r w:rsidRPr="007B7195">
              <w:t xml:space="preserve">нежир.200 гр. </w:t>
            </w:r>
            <w:proofErr w:type="spellStart"/>
            <w:r w:rsidRPr="007B7195">
              <w:t>буфилен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r w:rsidRPr="007B7195">
              <w:t xml:space="preserve">250грамм </w:t>
            </w:r>
            <w:proofErr w:type="gramStart"/>
            <w:r w:rsidRPr="007B7195">
              <w:t>П</w:t>
            </w:r>
            <w:proofErr w:type="gramEnd"/>
            <w:r w:rsidRPr="007B7195">
              <w:t>/стакан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м.</w:t>
            </w:r>
            <w:proofErr w:type="gramStart"/>
            <w:r w:rsidRPr="007B7195">
              <w:t>д.ж</w:t>
            </w:r>
            <w:proofErr w:type="gramEnd"/>
            <w:r w:rsidRPr="007B7195">
              <w:t xml:space="preserve">.10%  500 г. </w:t>
            </w:r>
            <w:proofErr w:type="spellStart"/>
            <w:r w:rsidRPr="007B7195">
              <w:t>Полипак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</w:t>
            </w:r>
            <w:proofErr w:type="gramStart"/>
            <w:r w:rsidRPr="007B7195">
              <w:t>д.ж</w:t>
            </w:r>
            <w:proofErr w:type="spellEnd"/>
            <w:proofErr w:type="gramEnd"/>
            <w:r w:rsidRPr="007B7195">
              <w:t xml:space="preserve">. 4%  500 г. </w:t>
            </w:r>
            <w:proofErr w:type="spellStart"/>
            <w:r w:rsidRPr="007B7195">
              <w:t>Пюрпак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r w:rsidRPr="007B7195">
              <w:t>м.</w:t>
            </w:r>
            <w:proofErr w:type="gramStart"/>
            <w:r w:rsidRPr="007B7195">
              <w:t>д.ж</w:t>
            </w:r>
            <w:proofErr w:type="gramEnd"/>
            <w:r w:rsidRPr="007B7195">
              <w:t xml:space="preserve">.3,2%  </w:t>
            </w:r>
            <w:smartTag w:uri="urn:schemas-microsoft-com:office:smarttags" w:element="metricconverter">
              <w:smartTagPr>
                <w:attr w:name="ProductID" w:val="0,5 л"/>
              </w:smartTagPr>
              <w:r w:rsidRPr="007B7195">
                <w:t>0,5 л</w:t>
              </w:r>
            </w:smartTag>
            <w:r w:rsidRPr="007B7195">
              <w:t xml:space="preserve">. </w:t>
            </w:r>
            <w:proofErr w:type="spellStart"/>
            <w:r w:rsidRPr="007B7195">
              <w:t>Пюрпак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</w:t>
            </w:r>
            <w:proofErr w:type="gramStart"/>
            <w:r w:rsidRPr="007B7195">
              <w:t>д.ж</w:t>
            </w:r>
            <w:proofErr w:type="spellEnd"/>
            <w:proofErr w:type="gramEnd"/>
            <w:r w:rsidRPr="007B7195">
              <w:t xml:space="preserve">. 3,5%  500 г. </w:t>
            </w:r>
            <w:proofErr w:type="spellStart"/>
            <w:r w:rsidRPr="007B7195">
              <w:t>Пюрпак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r w:rsidRPr="007B7195">
              <w:t>м.</w:t>
            </w:r>
            <w:proofErr w:type="gramStart"/>
            <w:r w:rsidRPr="007B7195">
              <w:t>д.ж</w:t>
            </w:r>
            <w:proofErr w:type="gramEnd"/>
            <w:r w:rsidRPr="007B7195">
              <w:t xml:space="preserve">.1,5%  500 г. </w:t>
            </w:r>
            <w:proofErr w:type="spellStart"/>
            <w:r w:rsidRPr="007B7195">
              <w:t>Пюрпак</w:t>
            </w:r>
            <w:proofErr w:type="spellEnd"/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</w:t>
            </w:r>
            <w:proofErr w:type="gramStart"/>
            <w:r w:rsidRPr="007B7195">
              <w:t>д.ж</w:t>
            </w:r>
            <w:proofErr w:type="spellEnd"/>
            <w:proofErr w:type="gramEnd"/>
            <w:r w:rsidRPr="007B7195">
              <w:t xml:space="preserve">. 72,5%, </w:t>
            </w:r>
            <w:proofErr w:type="spellStart"/>
            <w:r w:rsidRPr="007B7195">
              <w:t>сол</w:t>
            </w:r>
            <w:proofErr w:type="spellEnd"/>
            <w:r w:rsidRPr="007B7195">
              <w:t>./нес.  /200 гр.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фольга, брикет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м.д.ж</w:t>
            </w:r>
            <w:proofErr w:type="spellEnd"/>
            <w:r w:rsidRPr="007B7195">
              <w:t xml:space="preserve">. 72,5%, </w:t>
            </w:r>
            <w:proofErr w:type="spellStart"/>
            <w:r w:rsidRPr="007B7195">
              <w:t>сол</w:t>
            </w:r>
            <w:proofErr w:type="spellEnd"/>
            <w:r w:rsidRPr="007B7195">
              <w:t>./нес.  /1 кг</w:t>
            </w:r>
            <w:proofErr w:type="gramStart"/>
            <w:r w:rsidRPr="007B7195">
              <w:t>.</w:t>
            </w:r>
            <w:proofErr w:type="gramEnd"/>
            <w:r w:rsidRPr="007B7195">
              <w:t xml:space="preserve"> </w:t>
            </w:r>
            <w:proofErr w:type="gramStart"/>
            <w:r w:rsidRPr="007B7195">
              <w:t>в</w:t>
            </w:r>
            <w:proofErr w:type="gramEnd"/>
            <w:r w:rsidRPr="007B7195">
              <w:t>есовой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62% / 200 </w:t>
            </w:r>
            <w:proofErr w:type="spellStart"/>
            <w:r w:rsidRPr="007B7195">
              <w:t>грамм</w:t>
            </w:r>
            <w:proofErr w:type="gramStart"/>
            <w:r w:rsidRPr="007B7195">
              <w:t>,ф</w:t>
            </w:r>
            <w:proofErr w:type="gramEnd"/>
            <w:r w:rsidRPr="007B7195">
              <w:t>ольга</w:t>
            </w:r>
            <w:proofErr w:type="spellEnd"/>
            <w:r w:rsidRPr="007B7195">
              <w:t>, брикет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м.д.ж</w:t>
            </w:r>
            <w:proofErr w:type="spellEnd"/>
            <w:r w:rsidRPr="007B7195">
              <w:t xml:space="preserve">. 99% /300 </w:t>
            </w:r>
            <w:proofErr w:type="spellStart"/>
            <w:r w:rsidRPr="007B7195">
              <w:t>гр</w:t>
            </w:r>
            <w:proofErr w:type="gramStart"/>
            <w:r w:rsidRPr="007B7195">
              <w:t>.п</w:t>
            </w:r>
            <w:proofErr w:type="spellEnd"/>
            <w:proofErr w:type="gramEnd"/>
            <w:r w:rsidRPr="007B7195">
              <w:t>/стакан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м.д.ж</w:t>
            </w:r>
            <w:proofErr w:type="spellEnd"/>
            <w:r w:rsidRPr="007B7195">
              <w:t>. 45% 1 кг</w:t>
            </w:r>
            <w:proofErr w:type="gramStart"/>
            <w:r w:rsidRPr="007B7195">
              <w:t>.</w:t>
            </w:r>
            <w:proofErr w:type="gramEnd"/>
            <w:r w:rsidRPr="007B7195">
              <w:t xml:space="preserve"> </w:t>
            </w:r>
            <w:proofErr w:type="gramStart"/>
            <w:r w:rsidRPr="007B7195">
              <w:t>в</w:t>
            </w:r>
            <w:proofErr w:type="gramEnd"/>
            <w:r w:rsidRPr="007B7195">
              <w:t>есовой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9% 1 кг Весовой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нежир.1 кг, Весовой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м.д</w:t>
            </w:r>
            <w:proofErr w:type="gramStart"/>
            <w:r w:rsidRPr="007B7195">
              <w:t>.ж</w:t>
            </w:r>
            <w:proofErr w:type="spellEnd"/>
            <w:proofErr w:type="gramEnd"/>
            <w:r w:rsidRPr="007B7195">
              <w:t xml:space="preserve"> 3,2% 1,0 л., </w:t>
            </w:r>
            <w:proofErr w:type="spellStart"/>
            <w:r w:rsidRPr="007B7195">
              <w:t>Полипак</w:t>
            </w:r>
            <w:proofErr w:type="spellEnd"/>
          </w:p>
          <w:p w:rsidR="008E2377" w:rsidRDefault="008E2377" w:rsidP="007B7195">
            <w:pPr>
              <w:jc w:val="center"/>
            </w:pPr>
          </w:p>
          <w:p w:rsidR="00A97DDA" w:rsidRPr="007B7195" w:rsidRDefault="00E95612" w:rsidP="00E95612">
            <w:pPr>
              <w:jc w:val="center"/>
            </w:pPr>
            <w:r>
              <w:t>- в</w:t>
            </w:r>
            <w:r w:rsidR="00A97DDA" w:rsidRPr="007B7195">
              <w:t xml:space="preserve"> четвертинах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 xml:space="preserve">ПО </w:t>
            </w:r>
            <w:proofErr w:type="spellStart"/>
            <w:r w:rsidRPr="007B7195">
              <w:rPr>
                <w:b/>
              </w:rPr>
              <w:t>Гурьевка</w:t>
            </w:r>
            <w:proofErr w:type="spellEnd"/>
          </w:p>
          <w:p w:rsidR="00077F51" w:rsidRPr="007B7195" w:rsidRDefault="007F5B0A" w:rsidP="007B7195">
            <w:pPr>
              <w:rPr>
                <w:b/>
              </w:rPr>
            </w:pPr>
            <w:r w:rsidRPr="007B7195">
              <w:rPr>
                <w:b/>
              </w:rPr>
              <w:t xml:space="preserve"> 8</w:t>
            </w:r>
            <w:r w:rsidR="00077F51" w:rsidRPr="007B7195">
              <w:rPr>
                <w:b/>
              </w:rPr>
              <w:t>(82133)46637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Хлеб высшего сорта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Хлеб </w:t>
            </w:r>
            <w:proofErr w:type="spellStart"/>
            <w:r w:rsidRPr="007B7195">
              <w:t>дарницкий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>Развес 0,6 кг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Развес 0,65 кг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proofErr w:type="spellStart"/>
            <w:r w:rsidRPr="007B7195">
              <w:rPr>
                <w:b/>
              </w:rPr>
              <w:t>Спаспорубское</w:t>
            </w:r>
            <w:proofErr w:type="spellEnd"/>
            <w:r w:rsidRPr="007B7195">
              <w:rPr>
                <w:b/>
              </w:rPr>
              <w:t xml:space="preserve"> ПО</w:t>
            </w:r>
          </w:p>
          <w:p w:rsidR="00077F51" w:rsidRPr="007B7195" w:rsidRDefault="007F5B0A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hyperlink r:id="rId14" w:history="1">
              <w:r w:rsidR="00077F51" w:rsidRPr="007B7195">
                <w:rPr>
                  <w:b/>
                </w:rPr>
                <w:t>(88313) 5-41-75</w:t>
              </w:r>
            </w:hyperlink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Хлеб пшеничный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Хлеб </w:t>
            </w:r>
            <w:proofErr w:type="spellStart"/>
            <w:r w:rsidRPr="007B7195">
              <w:t>дарницкий</w:t>
            </w:r>
            <w:proofErr w:type="spellEnd"/>
            <w:r w:rsidRPr="007B7195">
              <w:t xml:space="preserve"> формовой</w:t>
            </w:r>
          </w:p>
          <w:p w:rsidR="00A97DDA" w:rsidRPr="007B7195" w:rsidRDefault="00A97DDA" w:rsidP="007B7195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из муки </w:t>
            </w:r>
            <w:proofErr w:type="gramStart"/>
            <w:r w:rsidRPr="007B7195">
              <w:t>в</w:t>
            </w:r>
            <w:proofErr w:type="gramEnd"/>
            <w:r w:rsidRPr="007B7195">
              <w:t>/</w:t>
            </w:r>
            <w:proofErr w:type="gramStart"/>
            <w:r w:rsidRPr="007B7195">
              <w:t>с</w:t>
            </w:r>
            <w:proofErr w:type="gramEnd"/>
            <w:r w:rsidRPr="007B7195">
              <w:t>; масса нетто 0,6 кг В деревянных хлебных лотках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60 % </w:t>
            </w:r>
            <w:proofErr w:type="gramStart"/>
            <w:r w:rsidRPr="007B7195">
              <w:t>ржано-обдир</w:t>
            </w:r>
            <w:proofErr w:type="gramEnd"/>
            <w:r w:rsidRPr="007B7195">
              <w:t>+40%                  1 сорт; масса нетто 0,65 кг.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в деревянных хлебных лотках</w:t>
            </w:r>
          </w:p>
        </w:tc>
      </w:tr>
      <w:tr w:rsidR="00A97DDA" w:rsidRPr="007B7195" w:rsidTr="00E95612">
        <w:trPr>
          <w:trHeight w:val="8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КФХ Туголуков Н.М.</w:t>
            </w:r>
          </w:p>
          <w:p w:rsidR="00D669C8" w:rsidRPr="00D669C8" w:rsidRDefault="00D669C8" w:rsidP="00D669C8">
            <w:pPr>
              <w:rPr>
                <w:b/>
                <w:color w:val="000000"/>
              </w:rPr>
            </w:pPr>
            <w:r w:rsidRPr="00D669C8">
              <w:rPr>
                <w:b/>
                <w:color w:val="000000"/>
              </w:rPr>
              <w:t>с. Объячево</w:t>
            </w:r>
          </w:p>
          <w:p w:rsidR="00D669C8" w:rsidRPr="00D669C8" w:rsidRDefault="00D669C8" w:rsidP="00D669C8">
            <w:pPr>
              <w:rPr>
                <w:b/>
                <w:color w:val="000000"/>
              </w:rPr>
            </w:pPr>
            <w:r w:rsidRPr="00D669C8">
              <w:rPr>
                <w:b/>
                <w:color w:val="000000"/>
              </w:rPr>
              <w:t>8906-879-1239, 8(82133)-213-94</w:t>
            </w:r>
          </w:p>
          <w:p w:rsidR="00D669C8" w:rsidRPr="007B7195" w:rsidRDefault="003A31B5" w:rsidP="00E95612">
            <w:pPr>
              <w:rPr>
                <w:b/>
              </w:rPr>
            </w:pPr>
            <w:hyperlink r:id="rId15" w:history="1">
              <w:r w:rsidR="00D669C8" w:rsidRPr="00D669C8">
                <w:rPr>
                  <w:rStyle w:val="af0"/>
                  <w:b/>
                  <w:color w:val="auto"/>
                  <w:u w:val="none"/>
                </w:rPr>
                <w:t>kfh.tugolukov@mail.ru</w:t>
              </w:r>
            </w:hyperlink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A97DDA" w:rsidP="007B7195">
            <w:pPr>
              <w:jc w:val="center"/>
            </w:pPr>
            <w:r w:rsidRPr="007B7195">
              <w:t>Молоко</w:t>
            </w:r>
          </w:p>
          <w:p w:rsidR="00E95612" w:rsidRPr="007B7195" w:rsidRDefault="00E95612" w:rsidP="007B7195">
            <w:pPr>
              <w:jc w:val="center"/>
            </w:pPr>
          </w:p>
          <w:p w:rsidR="00A97DDA" w:rsidRPr="007B7195" w:rsidRDefault="008E094F" w:rsidP="007B7195">
            <w:pPr>
              <w:jc w:val="center"/>
            </w:pPr>
            <w:r>
              <w:t>Говядина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Default="00E95612" w:rsidP="007B7195">
            <w:pPr>
              <w:jc w:val="center"/>
            </w:pPr>
            <w:r>
              <w:t xml:space="preserve">- </w:t>
            </w:r>
            <w:proofErr w:type="spellStart"/>
            <w:r w:rsidR="00A97DDA" w:rsidRPr="007B7195">
              <w:t>м.</w:t>
            </w:r>
            <w:proofErr w:type="gramStart"/>
            <w:r w:rsidR="00A97DDA" w:rsidRPr="007B7195">
              <w:t>д.ж</w:t>
            </w:r>
            <w:proofErr w:type="spellEnd"/>
            <w:proofErr w:type="gramEnd"/>
            <w:r w:rsidR="00A97DDA" w:rsidRPr="007B7195">
              <w:t>. 3,5 %, фляжное</w:t>
            </w:r>
          </w:p>
          <w:p w:rsidR="00E95612" w:rsidRPr="007B7195" w:rsidRDefault="00E95612" w:rsidP="007B7195">
            <w:pPr>
              <w:jc w:val="center"/>
            </w:pPr>
          </w:p>
          <w:p w:rsidR="00A97DDA" w:rsidRPr="007B7195" w:rsidRDefault="00E95612" w:rsidP="007B7195">
            <w:pPr>
              <w:jc w:val="center"/>
            </w:pPr>
            <w:r>
              <w:t xml:space="preserve">- </w:t>
            </w:r>
            <w:r w:rsidR="00A97DDA" w:rsidRPr="007B7195">
              <w:t>в четвертинах</w:t>
            </w:r>
          </w:p>
        </w:tc>
      </w:tr>
      <w:tr w:rsidR="00A97DDA" w:rsidRPr="007B7195" w:rsidTr="0083188A">
        <w:trPr>
          <w:trHeight w:val="25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A97DDA" w:rsidP="007B7195">
            <w:pPr>
              <w:jc w:val="center"/>
              <w:rPr>
                <w:b/>
              </w:rPr>
            </w:pPr>
            <w:r w:rsidRPr="007B7195">
              <w:rPr>
                <w:b/>
              </w:rPr>
              <w:t>Удорский район</w:t>
            </w:r>
          </w:p>
          <w:p w:rsidR="00DF5AED" w:rsidRPr="007B7195" w:rsidRDefault="00DF5AED" w:rsidP="007B7195">
            <w:pPr>
              <w:jc w:val="center"/>
            </w:pP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 xml:space="preserve">СПК Колхоз </w:t>
            </w:r>
          </w:p>
          <w:p w:rsidR="00A97DDA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«</w:t>
            </w:r>
            <w:proofErr w:type="spellStart"/>
            <w:r w:rsidRPr="007B7195">
              <w:rPr>
                <w:b/>
              </w:rPr>
              <w:t>Чернутьевский</w:t>
            </w:r>
            <w:proofErr w:type="spellEnd"/>
            <w:r w:rsidRPr="007B7195">
              <w:rPr>
                <w:b/>
              </w:rPr>
              <w:t>»</w:t>
            </w:r>
          </w:p>
          <w:p w:rsidR="00B94BB5" w:rsidRDefault="00B94BB5" w:rsidP="007B7195">
            <w:pPr>
              <w:rPr>
                <w:b/>
              </w:rPr>
            </w:pPr>
            <w:r w:rsidRPr="00B94BB5">
              <w:rPr>
                <w:b/>
              </w:rPr>
              <w:t>8</w:t>
            </w:r>
            <w:r w:rsidR="00C63FDD">
              <w:rPr>
                <w:b/>
              </w:rPr>
              <w:t>(</w:t>
            </w:r>
            <w:r w:rsidRPr="00B94BB5">
              <w:rPr>
                <w:b/>
              </w:rPr>
              <w:t>82135</w:t>
            </w:r>
            <w:r w:rsidR="00C63FDD">
              <w:rPr>
                <w:b/>
              </w:rPr>
              <w:t>)</w:t>
            </w:r>
            <w:r w:rsidRPr="00B94BB5">
              <w:rPr>
                <w:b/>
              </w:rPr>
              <w:t>-366-21</w:t>
            </w:r>
            <w:r>
              <w:rPr>
                <w:b/>
              </w:rPr>
              <w:t>,</w:t>
            </w:r>
          </w:p>
          <w:p w:rsidR="00B94BB5" w:rsidRDefault="00B94BB5" w:rsidP="007B7195">
            <w:pPr>
              <w:rPr>
                <w:b/>
              </w:rPr>
            </w:pPr>
            <w:r w:rsidRPr="00B94BB5">
              <w:rPr>
                <w:b/>
              </w:rPr>
              <w:t>8</w:t>
            </w:r>
            <w:r w:rsidR="00C63FDD">
              <w:rPr>
                <w:b/>
              </w:rPr>
              <w:t>(</w:t>
            </w:r>
            <w:r w:rsidRPr="00B94BB5">
              <w:rPr>
                <w:b/>
              </w:rPr>
              <w:t>82135</w:t>
            </w:r>
            <w:r w:rsidR="00C63FDD">
              <w:rPr>
                <w:b/>
              </w:rPr>
              <w:t>)</w:t>
            </w:r>
            <w:r w:rsidRPr="00B94BB5">
              <w:rPr>
                <w:b/>
              </w:rPr>
              <w:t>-33</w:t>
            </w:r>
            <w:r w:rsidR="00F201D5">
              <w:rPr>
                <w:b/>
              </w:rPr>
              <w:t>7</w:t>
            </w:r>
            <w:r w:rsidRPr="00B94BB5">
              <w:rPr>
                <w:b/>
              </w:rPr>
              <w:t>-65</w:t>
            </w:r>
          </w:p>
          <w:p w:rsidR="00B94BB5" w:rsidRDefault="00B94BB5" w:rsidP="007B7195">
            <w:pPr>
              <w:rPr>
                <w:b/>
              </w:rPr>
            </w:pPr>
            <w:r w:rsidRPr="00B94BB5">
              <w:rPr>
                <w:b/>
              </w:rPr>
              <w:t>spk3706@mail.ru</w:t>
            </w:r>
          </w:p>
          <w:p w:rsidR="00EC6EA6" w:rsidRPr="007B7195" w:rsidRDefault="00EC6EA6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 коровье сырое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E95612" w:rsidP="00E95612">
            <w:pPr>
              <w:jc w:val="center"/>
            </w:pPr>
            <w:r>
              <w:t>-ф</w:t>
            </w:r>
            <w:r w:rsidR="00A97DDA" w:rsidRPr="007B7195">
              <w:t>ляжное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СПК «</w:t>
            </w:r>
            <w:proofErr w:type="spellStart"/>
            <w:r w:rsidRPr="007B7195">
              <w:rPr>
                <w:b/>
              </w:rPr>
              <w:t>Югор</w:t>
            </w:r>
            <w:proofErr w:type="spellEnd"/>
            <w:r w:rsidRPr="007B7195">
              <w:rPr>
                <w:b/>
              </w:rPr>
              <w:t>»</w:t>
            </w:r>
          </w:p>
          <w:p w:rsidR="00EC6EA6" w:rsidRDefault="00EC6EA6" w:rsidP="007B7195">
            <w:pPr>
              <w:rPr>
                <w:b/>
              </w:rPr>
            </w:pPr>
            <w:r w:rsidRPr="00EC6EA6">
              <w:rPr>
                <w:b/>
              </w:rPr>
              <w:t>8</w:t>
            </w:r>
            <w:r>
              <w:rPr>
                <w:b/>
              </w:rPr>
              <w:t>(</w:t>
            </w:r>
            <w:r w:rsidRPr="00EC6EA6">
              <w:rPr>
                <w:b/>
              </w:rPr>
              <w:t>82135</w:t>
            </w:r>
            <w:r>
              <w:rPr>
                <w:b/>
              </w:rPr>
              <w:t>)</w:t>
            </w:r>
            <w:r w:rsidRPr="00EC6EA6">
              <w:rPr>
                <w:b/>
              </w:rPr>
              <w:t>-35-647</w:t>
            </w:r>
          </w:p>
          <w:p w:rsidR="00EC6EA6" w:rsidRPr="007B7195" w:rsidRDefault="00EC6EA6" w:rsidP="00EC6EA6">
            <w:pPr>
              <w:rPr>
                <w:b/>
              </w:rPr>
            </w:pPr>
            <w:r w:rsidRPr="00EC6EA6">
              <w:rPr>
                <w:b/>
              </w:rPr>
              <w:t>spkyugor@mail.ru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 коровье сырое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E95612" w:rsidP="00E95612">
            <w:pPr>
              <w:jc w:val="center"/>
            </w:pPr>
            <w:r>
              <w:t>- ф</w:t>
            </w:r>
            <w:r w:rsidR="00A97DDA" w:rsidRPr="007B7195">
              <w:t>ляжное</w:t>
            </w:r>
          </w:p>
        </w:tc>
      </w:tr>
      <w:tr w:rsidR="00A97DDA" w:rsidRPr="007B7195" w:rsidTr="0083188A">
        <w:trPr>
          <w:trHeight w:val="25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A97DDA" w:rsidP="007B7195">
            <w:pPr>
              <w:jc w:val="center"/>
              <w:rPr>
                <w:b/>
              </w:rPr>
            </w:pPr>
            <w:r w:rsidRPr="007B7195">
              <w:rPr>
                <w:b/>
              </w:rPr>
              <w:t>Койгородский район</w:t>
            </w:r>
          </w:p>
          <w:p w:rsidR="00DF5AED" w:rsidRPr="007B7195" w:rsidRDefault="00DF5AED" w:rsidP="007B7195">
            <w:pPr>
              <w:jc w:val="center"/>
            </w:pP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«Койгородок»</w:t>
            </w:r>
          </w:p>
          <w:p w:rsidR="00077F51" w:rsidRPr="007B7195" w:rsidRDefault="007F5B0A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077F51" w:rsidRPr="007B7195">
              <w:rPr>
                <w:b/>
              </w:rPr>
              <w:t>(82132) 9-11-35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E95612" w:rsidP="007B7195">
            <w:pPr>
              <w:jc w:val="center"/>
            </w:pPr>
            <w:r>
              <w:t>Г</w:t>
            </w:r>
            <w:r w:rsidR="00A97DDA" w:rsidRPr="007B7195">
              <w:t>овядина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95612" w:rsidRDefault="00E95612" w:rsidP="00E95612">
            <w:pPr>
              <w:jc w:val="center"/>
            </w:pPr>
            <w:r>
              <w:t xml:space="preserve">- </w:t>
            </w:r>
            <w:r w:rsidR="00A97DDA" w:rsidRPr="007B7195">
              <w:t xml:space="preserve">1 категории, </w:t>
            </w:r>
            <w:proofErr w:type="gramStart"/>
            <w:r w:rsidR="00A97DDA" w:rsidRPr="007B7195">
              <w:t>охлажденное</w:t>
            </w:r>
            <w:proofErr w:type="gramEnd"/>
            <w:r w:rsidR="00A97DDA" w:rsidRPr="007B7195">
              <w:t xml:space="preserve">, </w:t>
            </w:r>
          </w:p>
          <w:p w:rsidR="00A97DDA" w:rsidRPr="007B7195" w:rsidRDefault="00E95612" w:rsidP="00E95612">
            <w:pPr>
              <w:jc w:val="center"/>
            </w:pPr>
            <w:r>
              <w:t>в</w:t>
            </w:r>
            <w:r w:rsidR="00A97DDA" w:rsidRPr="007B7195">
              <w:t xml:space="preserve"> четвертинах, </w:t>
            </w:r>
            <w:proofErr w:type="gramStart"/>
            <w:r w:rsidR="00A97DDA" w:rsidRPr="007B7195">
              <w:t>покрытое</w:t>
            </w:r>
            <w:proofErr w:type="gramEnd"/>
            <w:r w:rsidR="00A97DDA" w:rsidRPr="007B7195">
              <w:t xml:space="preserve"> пищевой пленкой.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«</w:t>
            </w:r>
            <w:proofErr w:type="spellStart"/>
            <w:r w:rsidRPr="007B7195">
              <w:rPr>
                <w:b/>
              </w:rPr>
              <w:t>Коймолпром</w:t>
            </w:r>
            <w:proofErr w:type="spellEnd"/>
            <w:r w:rsidRPr="007B7195">
              <w:rPr>
                <w:b/>
              </w:rPr>
              <w:t>»</w:t>
            </w:r>
          </w:p>
          <w:p w:rsidR="00354D05" w:rsidRPr="007B7195" w:rsidRDefault="0044789B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354D05" w:rsidRPr="007B7195">
              <w:rPr>
                <w:b/>
              </w:rPr>
              <w:t>(82132) 9-11-35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Кефирный напиток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 обезжиренный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>Пастеризованное,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жирность 3,2%,  </w:t>
            </w:r>
            <w:proofErr w:type="gramStart"/>
            <w:r w:rsidRPr="007B7195">
              <w:t>п</w:t>
            </w:r>
            <w:proofErr w:type="gramEnd"/>
            <w:r w:rsidRPr="007B7195">
              <w:t>/пак 1л.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Жирность 2,5%,  </w:t>
            </w:r>
            <w:proofErr w:type="gramStart"/>
            <w:r w:rsidRPr="007B7195">
              <w:t>п</w:t>
            </w:r>
            <w:proofErr w:type="gramEnd"/>
            <w:r w:rsidRPr="007B7195">
              <w:t>/пак 0,5 л.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Жирность 20%, </w:t>
            </w:r>
            <w:proofErr w:type="gramStart"/>
            <w:r w:rsidRPr="007B7195">
              <w:t>п</w:t>
            </w:r>
            <w:proofErr w:type="gramEnd"/>
            <w:r w:rsidRPr="007B7195">
              <w:t>/с ст. 200 г.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Весовой 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Жирность 72,5%,  </w:t>
            </w:r>
            <w:proofErr w:type="gramStart"/>
            <w:r w:rsidRPr="007B7195">
              <w:t>п</w:t>
            </w:r>
            <w:proofErr w:type="gramEnd"/>
            <w:r w:rsidRPr="007B7195">
              <w:t>/с ст. 200 г.</w:t>
            </w:r>
          </w:p>
          <w:p w:rsidR="00A97DDA" w:rsidRPr="007B7195" w:rsidRDefault="00A97DDA" w:rsidP="007B7195">
            <w:pPr>
              <w:jc w:val="center"/>
            </w:pPr>
          </w:p>
        </w:tc>
      </w:tr>
      <w:tr w:rsidR="00A97DDA" w:rsidRPr="007B7195" w:rsidTr="0083188A">
        <w:trPr>
          <w:trHeight w:val="255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A97DDA" w:rsidP="007B7195">
            <w:pPr>
              <w:jc w:val="center"/>
              <w:rPr>
                <w:b/>
              </w:rPr>
            </w:pPr>
            <w:r w:rsidRPr="007B7195">
              <w:rPr>
                <w:b/>
              </w:rPr>
              <w:t>Усть-Куломский район</w:t>
            </w:r>
          </w:p>
          <w:p w:rsidR="00DF5AED" w:rsidRPr="007B7195" w:rsidRDefault="00DF5AED" w:rsidP="007B7195">
            <w:pPr>
              <w:jc w:val="center"/>
            </w:pP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СПК «Пожег»</w:t>
            </w:r>
          </w:p>
          <w:p w:rsidR="00354D05" w:rsidRPr="007B7195" w:rsidRDefault="00354D05" w:rsidP="007B7195">
            <w:pPr>
              <w:rPr>
                <w:b/>
              </w:rPr>
            </w:pPr>
          </w:p>
          <w:p w:rsidR="00354D05" w:rsidRPr="007B7195" w:rsidRDefault="0044789B" w:rsidP="007B7195">
            <w:pPr>
              <w:rPr>
                <w:b/>
              </w:rPr>
            </w:pPr>
            <w:r w:rsidRPr="007B7195">
              <w:rPr>
                <w:b/>
              </w:rPr>
              <w:t>8</w:t>
            </w:r>
            <w:r w:rsidR="00354D05" w:rsidRPr="007B7195">
              <w:rPr>
                <w:b/>
              </w:rPr>
              <w:t>82137) 9-86-80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Масло сливочное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Сыр мягкий адыгейский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E95612" w:rsidP="00E95612">
            <w:pPr>
              <w:jc w:val="center"/>
            </w:pPr>
            <w:r>
              <w:t>Говядина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Жирность 72,5%, </w:t>
            </w:r>
            <w:proofErr w:type="spellStart"/>
            <w:r w:rsidRPr="007B7195">
              <w:t>руч</w:t>
            </w:r>
            <w:proofErr w:type="spellEnd"/>
            <w:r w:rsidR="00A72A34">
              <w:t>.</w:t>
            </w:r>
            <w:r w:rsidRPr="007B7195">
              <w:t xml:space="preserve"> фасовка до 1 кг.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Обезжиренный, </w:t>
            </w:r>
            <w:proofErr w:type="spellStart"/>
            <w:r w:rsidRPr="007B7195">
              <w:t>руч</w:t>
            </w:r>
            <w:proofErr w:type="spellEnd"/>
            <w:r w:rsidR="00A72A34">
              <w:t>.</w:t>
            </w:r>
            <w:r w:rsidRPr="007B7195">
              <w:t xml:space="preserve"> фасовка до 1,0 кг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Ручная фасовка, брикеты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proofErr w:type="gramStart"/>
            <w:r w:rsidRPr="007B7195">
              <w:t>Цельное</w:t>
            </w:r>
            <w:proofErr w:type="gramEnd"/>
            <w:r w:rsidRPr="007B7195">
              <w:t xml:space="preserve"> 2,5% </w:t>
            </w:r>
            <w:proofErr w:type="spellStart"/>
            <w:r w:rsidRPr="007B7195">
              <w:t>полипак</w:t>
            </w:r>
            <w:proofErr w:type="spellEnd"/>
            <w:r w:rsidRPr="007B7195">
              <w:t>/упаковка, 1л.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E95612" w:rsidP="00E95612">
            <w:pPr>
              <w:jc w:val="center"/>
            </w:pPr>
            <w:r>
              <w:t>-в  полутушах, четвертинах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СПК «Помоздино»</w:t>
            </w:r>
          </w:p>
          <w:p w:rsidR="00F5397B" w:rsidRPr="007B7195" w:rsidRDefault="00F5397B" w:rsidP="007B7195"/>
          <w:p w:rsidR="00F5397B" w:rsidRPr="007B7195" w:rsidRDefault="00F5397B" w:rsidP="007B7195">
            <w:pPr>
              <w:rPr>
                <w:b/>
              </w:rPr>
            </w:pPr>
            <w:r w:rsidRPr="007B7195">
              <w:rPr>
                <w:b/>
              </w:rPr>
              <w:t xml:space="preserve">8(82137)-97-375, </w:t>
            </w:r>
          </w:p>
          <w:p w:rsidR="00F5397B" w:rsidRPr="007B7195" w:rsidRDefault="00F5397B" w:rsidP="007B7195">
            <w:pPr>
              <w:rPr>
                <w:b/>
              </w:rPr>
            </w:pPr>
            <w:r w:rsidRPr="007B7195">
              <w:rPr>
                <w:b/>
              </w:rPr>
              <w:t>8(82137)-97-149</w:t>
            </w:r>
          </w:p>
          <w:p w:rsidR="00F5397B" w:rsidRPr="007B7195" w:rsidRDefault="00F5397B" w:rsidP="007B7195">
            <w:pPr>
              <w:rPr>
                <w:b/>
              </w:rPr>
            </w:pPr>
            <w:r w:rsidRPr="007B7195">
              <w:rPr>
                <w:b/>
              </w:rPr>
              <w:br/>
              <w:t>pomozdino-spk@mail.ru</w:t>
            </w:r>
          </w:p>
          <w:p w:rsidR="00F5397B" w:rsidRPr="007B7195" w:rsidRDefault="00F5397B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Сметана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 крестьянское</w:t>
            </w:r>
          </w:p>
          <w:p w:rsidR="00A97DDA" w:rsidRDefault="00A97DDA" w:rsidP="007B7195">
            <w:pPr>
              <w:jc w:val="center"/>
            </w:pPr>
          </w:p>
          <w:p w:rsidR="00A72A34" w:rsidRPr="007B7195" w:rsidRDefault="00A72A34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Сыр мягкий адыгейский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Йогурт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Йогурт 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Кефирный напиток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</w:p>
          <w:p w:rsidR="00A97DDA" w:rsidRDefault="00524624" w:rsidP="007B7195">
            <w:pPr>
              <w:jc w:val="center"/>
            </w:pPr>
            <w:r>
              <w:t>Говядина</w:t>
            </w:r>
          </w:p>
          <w:p w:rsidR="00524624" w:rsidRPr="007B7195" w:rsidRDefault="00524624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Картофель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Цельное 2,5%, </w:t>
            </w:r>
            <w:proofErr w:type="gramStart"/>
            <w:r w:rsidRPr="007B7195">
              <w:t>п</w:t>
            </w:r>
            <w:proofErr w:type="gramEnd"/>
            <w:r w:rsidRPr="007B7195">
              <w:t>/</w:t>
            </w:r>
            <w:proofErr w:type="spellStart"/>
            <w:r w:rsidRPr="007B7195">
              <w:t>упак</w:t>
            </w:r>
            <w:proofErr w:type="spellEnd"/>
            <w:r w:rsidRPr="007B7195">
              <w:t>., 1 л.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9%, ручная фасовка до 1 кг.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5% ручная фасовка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proofErr w:type="gramStart"/>
            <w:r w:rsidRPr="007B7195">
              <w:t>Обезжиренный</w:t>
            </w:r>
            <w:proofErr w:type="gramEnd"/>
            <w:r w:rsidRPr="007B7195">
              <w:t>, ручная фасовка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20%, баночки по 250 г. и 500г.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proofErr w:type="spellStart"/>
            <w:r w:rsidRPr="007B7195">
              <w:t>м.</w:t>
            </w:r>
            <w:proofErr w:type="gramStart"/>
            <w:r w:rsidRPr="007B7195">
              <w:t>д.ж</w:t>
            </w:r>
            <w:proofErr w:type="spellEnd"/>
            <w:proofErr w:type="gramEnd"/>
            <w:r w:rsidRPr="007B7195">
              <w:t>. 72,5 %, ручная фасовка, брикеты.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Ручная фасовка, брикеты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Ароматизированный, клубника, </w:t>
            </w:r>
            <w:proofErr w:type="spellStart"/>
            <w:r w:rsidRPr="007B7195">
              <w:t>жироность</w:t>
            </w:r>
            <w:proofErr w:type="spellEnd"/>
            <w:r w:rsidRPr="007B7195">
              <w:t xml:space="preserve"> 2,5%, фасовка </w:t>
            </w:r>
            <w:proofErr w:type="spellStart"/>
            <w:r w:rsidRPr="007B7195">
              <w:t>пюрпак</w:t>
            </w:r>
            <w:proofErr w:type="spellEnd"/>
            <w:r w:rsidRPr="007B7195">
              <w:t xml:space="preserve"> 0,5 кг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Фруктовый «персик, клубника, злаки», жирность 6%, полистирол/стаканчик по 250 г.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Жирность 2,5%, фасовка </w:t>
            </w:r>
            <w:proofErr w:type="spellStart"/>
            <w:r w:rsidRPr="007B7195">
              <w:t>пюрпак</w:t>
            </w:r>
            <w:proofErr w:type="spellEnd"/>
            <w:r w:rsidRPr="007B7195">
              <w:t xml:space="preserve"> по 450 г.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Default="004251A4" w:rsidP="007B7195">
            <w:pPr>
              <w:jc w:val="center"/>
            </w:pPr>
            <w:r>
              <w:t>-в  полутушах, четвертинах</w:t>
            </w:r>
          </w:p>
          <w:p w:rsidR="004251A4" w:rsidRPr="007B7195" w:rsidRDefault="004251A4" w:rsidP="007B7195">
            <w:pPr>
              <w:jc w:val="center"/>
            </w:pPr>
          </w:p>
          <w:p w:rsidR="00A97DDA" w:rsidRPr="007B7195" w:rsidRDefault="004251A4" w:rsidP="004251A4">
            <w:pPr>
              <w:jc w:val="center"/>
            </w:pPr>
            <w:r>
              <w:t>- в</w:t>
            </w:r>
            <w:r w:rsidR="00A97DDA" w:rsidRPr="007B7195">
              <w:t xml:space="preserve"> сетках по 35 кг</w:t>
            </w:r>
          </w:p>
        </w:tc>
      </w:tr>
      <w:tr w:rsidR="00A97DDA" w:rsidRPr="007B7195" w:rsidTr="00A72A34">
        <w:trPr>
          <w:trHeight w:val="54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СППСК «Усть-Куломский»</w:t>
            </w:r>
          </w:p>
          <w:p w:rsidR="00323127" w:rsidRPr="007B7195" w:rsidRDefault="00323127" w:rsidP="00A72A34">
            <w:pPr>
              <w:rPr>
                <w:b/>
              </w:rPr>
            </w:pPr>
            <w:r w:rsidRPr="007B7195">
              <w:rPr>
                <w:b/>
              </w:rPr>
              <w:t>8908-32-90-150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4251A4" w:rsidP="007B7195">
            <w:pPr>
              <w:jc w:val="center"/>
            </w:pPr>
            <w:r>
              <w:t>Свинина</w:t>
            </w:r>
          </w:p>
          <w:p w:rsidR="004251A4" w:rsidRPr="007B7195" w:rsidRDefault="004251A4" w:rsidP="007B7195">
            <w:pPr>
              <w:jc w:val="center"/>
            </w:pPr>
            <w:r>
              <w:t>Говядина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Default="004251A4" w:rsidP="007B7195">
            <w:pPr>
              <w:jc w:val="center"/>
            </w:pPr>
            <w:r>
              <w:t xml:space="preserve">- в  полутушах, </w:t>
            </w:r>
          </w:p>
          <w:p w:rsidR="004251A4" w:rsidRPr="007B7195" w:rsidRDefault="004251A4" w:rsidP="004251A4">
            <w:pPr>
              <w:jc w:val="center"/>
            </w:pPr>
            <w:r>
              <w:t>-в  полутушах, четвертинах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СППСК «</w:t>
            </w:r>
            <w:proofErr w:type="spellStart"/>
            <w:r w:rsidRPr="007B7195">
              <w:rPr>
                <w:b/>
              </w:rPr>
              <w:t>Комиагрорегион</w:t>
            </w:r>
            <w:proofErr w:type="spellEnd"/>
            <w:r w:rsidRPr="007B7195">
              <w:rPr>
                <w:b/>
              </w:rPr>
              <w:t>»</w:t>
            </w:r>
          </w:p>
          <w:p w:rsidR="003659CE" w:rsidRPr="007B7195" w:rsidRDefault="003659CE" w:rsidP="007B7195">
            <w:pPr>
              <w:rPr>
                <w:b/>
              </w:rPr>
            </w:pPr>
            <w:r w:rsidRPr="007B7195">
              <w:rPr>
                <w:b/>
              </w:rPr>
              <w:t>8912-19-11-039</w:t>
            </w:r>
          </w:p>
          <w:p w:rsidR="003659CE" w:rsidRPr="007B7195" w:rsidRDefault="003659CE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1A4" w:rsidRDefault="004251A4" w:rsidP="004251A4">
            <w:pPr>
              <w:jc w:val="center"/>
            </w:pPr>
            <w:r>
              <w:t>Свинина</w:t>
            </w:r>
          </w:p>
          <w:p w:rsidR="00A97DDA" w:rsidRPr="007B7195" w:rsidRDefault="004251A4" w:rsidP="004251A4">
            <w:pPr>
              <w:jc w:val="center"/>
            </w:pPr>
            <w:r>
              <w:t>Говядина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Картофель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Капуста, лук, морковь, свекла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Молоко сырое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51A4" w:rsidRDefault="004251A4" w:rsidP="004251A4">
            <w:pPr>
              <w:jc w:val="center"/>
            </w:pPr>
            <w:r>
              <w:t xml:space="preserve">- в  полутушах; </w:t>
            </w:r>
          </w:p>
          <w:p w:rsidR="004251A4" w:rsidRDefault="004251A4" w:rsidP="004251A4">
            <w:pPr>
              <w:jc w:val="center"/>
            </w:pPr>
            <w:r>
              <w:t>-в  полутушах, четвертинах</w:t>
            </w:r>
            <w:proofErr w:type="gramStart"/>
            <w:r>
              <w:t xml:space="preserve"> ;</w:t>
            </w:r>
            <w:proofErr w:type="gramEnd"/>
          </w:p>
          <w:p w:rsidR="00A97DDA" w:rsidRPr="007B7195" w:rsidRDefault="004251A4" w:rsidP="007B7195">
            <w:pPr>
              <w:jc w:val="center"/>
            </w:pPr>
            <w:r>
              <w:t>- в</w:t>
            </w:r>
            <w:r w:rsidR="00A97DDA" w:rsidRPr="007B7195">
              <w:t xml:space="preserve"> сетках по 35 кг</w:t>
            </w:r>
            <w:r>
              <w:t>;</w:t>
            </w:r>
          </w:p>
          <w:p w:rsidR="00A97DDA" w:rsidRPr="007B7195" w:rsidRDefault="004251A4" w:rsidP="007B7195">
            <w:pPr>
              <w:jc w:val="center"/>
            </w:pPr>
            <w:r>
              <w:t>- в</w:t>
            </w:r>
            <w:r w:rsidR="00A97DDA" w:rsidRPr="007B7195">
              <w:t xml:space="preserve"> сетках от 10 до 30 кг</w:t>
            </w:r>
            <w:r>
              <w:t>;</w:t>
            </w:r>
          </w:p>
          <w:p w:rsidR="00F8633C" w:rsidRPr="007B7195" w:rsidRDefault="00F8633C" w:rsidP="007B7195">
            <w:pPr>
              <w:jc w:val="center"/>
            </w:pPr>
          </w:p>
          <w:p w:rsidR="00A97DDA" w:rsidRPr="007B7195" w:rsidRDefault="004251A4" w:rsidP="004251A4">
            <w:pPr>
              <w:jc w:val="center"/>
            </w:pPr>
            <w:r>
              <w:t>- ф</w:t>
            </w:r>
            <w:r w:rsidR="00A97DDA" w:rsidRPr="007B7195">
              <w:t>ляга по 5 л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ООО «Усть-Куломская МТС»</w:t>
            </w:r>
          </w:p>
          <w:p w:rsidR="00EF49EE" w:rsidRPr="007B7195" w:rsidRDefault="00EF49EE" w:rsidP="007B7195">
            <w:pPr>
              <w:rPr>
                <w:b/>
              </w:rPr>
            </w:pPr>
          </w:p>
          <w:p w:rsidR="003659CE" w:rsidRPr="007B7195" w:rsidRDefault="003659CE" w:rsidP="007B7195">
            <w:pPr>
              <w:rPr>
                <w:b/>
              </w:rPr>
            </w:pPr>
            <w:r w:rsidRPr="007B7195">
              <w:rPr>
                <w:b/>
              </w:rPr>
              <w:t>8(82137)94-295</w:t>
            </w:r>
            <w:r w:rsidRPr="007B7195">
              <w:rPr>
                <w:b/>
              </w:rPr>
              <w:br/>
              <w:t>8922-27-81-400</w:t>
            </w:r>
          </w:p>
          <w:p w:rsidR="00EF49EE" w:rsidRPr="007B7195" w:rsidRDefault="00EF49EE" w:rsidP="007B7195">
            <w:pPr>
              <w:rPr>
                <w:b/>
              </w:rPr>
            </w:pPr>
          </w:p>
          <w:p w:rsidR="00300E86" w:rsidRPr="007B7195" w:rsidRDefault="00300E86" w:rsidP="007B7195">
            <w:pPr>
              <w:rPr>
                <w:b/>
              </w:rPr>
            </w:pPr>
            <w:r w:rsidRPr="007B7195">
              <w:rPr>
                <w:b/>
              </w:rPr>
              <w:t>yklmts-2009-65@mail.ru</w:t>
            </w:r>
          </w:p>
          <w:p w:rsidR="00300E86" w:rsidRPr="007B7195" w:rsidRDefault="00300E86" w:rsidP="007B7195">
            <w:pPr>
              <w:rPr>
                <w:b/>
              </w:rPr>
            </w:pPr>
          </w:p>
          <w:p w:rsidR="003659CE" w:rsidRPr="007B7195" w:rsidRDefault="003659CE" w:rsidP="007B719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jc w:val="center"/>
            </w:pPr>
            <w:r w:rsidRPr="007B7195">
              <w:t>Молоко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Творог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Сыр мягкий адыгейский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Масло сливочное крестьянское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 xml:space="preserve">Цельное 2,5%, </w:t>
            </w:r>
            <w:proofErr w:type="gramStart"/>
            <w:r w:rsidRPr="007B7195">
              <w:t>п</w:t>
            </w:r>
            <w:proofErr w:type="gramEnd"/>
            <w:r w:rsidRPr="007B7195">
              <w:t>/</w:t>
            </w:r>
            <w:proofErr w:type="spellStart"/>
            <w:r w:rsidRPr="007B7195">
              <w:t>упак</w:t>
            </w:r>
            <w:proofErr w:type="spellEnd"/>
            <w:r w:rsidRPr="007B7195">
              <w:t>., 1 л.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9%, ручная фасовка до 1 кг.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5% ручная фасовка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Ручная фасовка, брикеты.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DF5AED">
            <w:pPr>
              <w:jc w:val="center"/>
            </w:pPr>
            <w:r w:rsidRPr="007B7195">
              <w:t>72,5%, ручная фасовка, до 1 кг.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A97DDA" w:rsidP="00CB5809">
            <w:pPr>
              <w:rPr>
                <w:b/>
              </w:rPr>
            </w:pPr>
            <w:r w:rsidRPr="007B7195">
              <w:rPr>
                <w:b/>
              </w:rPr>
              <w:t>ИП Тимушев С</w:t>
            </w:r>
            <w:r w:rsidR="00BC02B5">
              <w:rPr>
                <w:b/>
              </w:rPr>
              <w:t>ергей Алексеевич</w:t>
            </w:r>
            <w:r w:rsidRPr="007B7195">
              <w:rPr>
                <w:b/>
              </w:rPr>
              <w:t>,</w:t>
            </w:r>
            <w:r w:rsidR="00CB5809">
              <w:rPr>
                <w:b/>
              </w:rPr>
              <w:t xml:space="preserve"> </w:t>
            </w:r>
            <w:r w:rsidRPr="007B7195">
              <w:rPr>
                <w:b/>
              </w:rPr>
              <w:t xml:space="preserve">глава </w:t>
            </w:r>
            <w:proofErr w:type="gramStart"/>
            <w:r w:rsidRPr="007B7195">
              <w:rPr>
                <w:b/>
              </w:rPr>
              <w:t>К(</w:t>
            </w:r>
            <w:proofErr w:type="gramEnd"/>
            <w:r w:rsidRPr="007B7195">
              <w:rPr>
                <w:b/>
              </w:rPr>
              <w:t>Ф)Х</w:t>
            </w:r>
          </w:p>
          <w:p w:rsidR="00CB5809" w:rsidRPr="00CB5809" w:rsidRDefault="00CB5809" w:rsidP="00CB5809">
            <w:pPr>
              <w:rPr>
                <w:b/>
              </w:rPr>
            </w:pPr>
            <w:r w:rsidRPr="00CB5809">
              <w:rPr>
                <w:b/>
              </w:rPr>
              <w:t>8908-32-90-150</w:t>
            </w:r>
          </w:p>
          <w:p w:rsidR="00CB5809" w:rsidRPr="007B7195" w:rsidRDefault="00CB5809" w:rsidP="003A0BFA">
            <w:pPr>
              <w:rPr>
                <w:b/>
              </w:rPr>
            </w:pPr>
            <w:r w:rsidRPr="00CB5809">
              <w:rPr>
                <w:b/>
              </w:rPr>
              <w:t>timushev.sergej@mail.ru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784F71" w:rsidP="007B7195">
            <w:pPr>
              <w:jc w:val="center"/>
            </w:pPr>
            <w:r>
              <w:t>Говядина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4251A4" w:rsidP="004251A4">
            <w:pPr>
              <w:jc w:val="center"/>
            </w:pPr>
            <w:r>
              <w:t>-в  полутушах, четвертинах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3C74F4" w:rsidRDefault="00A97DDA" w:rsidP="003C74F4">
            <w:pPr>
              <w:rPr>
                <w:b/>
              </w:rPr>
            </w:pPr>
            <w:r w:rsidRPr="003C74F4">
              <w:rPr>
                <w:b/>
              </w:rPr>
              <w:t>ИП Тарабукина Е</w:t>
            </w:r>
            <w:r w:rsidR="00140A53">
              <w:rPr>
                <w:b/>
              </w:rPr>
              <w:t>лена Евгеньевна</w:t>
            </w:r>
            <w:r w:rsidRPr="003C74F4">
              <w:rPr>
                <w:b/>
              </w:rPr>
              <w:t xml:space="preserve">, глава </w:t>
            </w:r>
            <w:proofErr w:type="gramStart"/>
            <w:r w:rsidRPr="003C74F4">
              <w:rPr>
                <w:b/>
              </w:rPr>
              <w:t>К(</w:t>
            </w:r>
            <w:proofErr w:type="gramEnd"/>
            <w:r w:rsidRPr="003C74F4">
              <w:rPr>
                <w:b/>
              </w:rPr>
              <w:t>Ф)Х</w:t>
            </w:r>
          </w:p>
          <w:p w:rsidR="003C74F4" w:rsidRPr="007B7195" w:rsidRDefault="003C74F4" w:rsidP="003C74F4">
            <w:pPr>
              <w:rPr>
                <w:b/>
              </w:rPr>
            </w:pPr>
            <w:r w:rsidRPr="003C74F4">
              <w:rPr>
                <w:b/>
              </w:rPr>
              <w:t>8-922-582-6319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784F71" w:rsidP="007B7195">
            <w:pPr>
              <w:jc w:val="center"/>
            </w:pPr>
            <w:r>
              <w:t>Говядина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784F71" w:rsidP="00784F71">
            <w:pPr>
              <w:jc w:val="center"/>
            </w:pPr>
            <w:r>
              <w:t>-в  полутушах, четвертинах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A97DDA" w:rsidP="00C658F5">
            <w:pPr>
              <w:rPr>
                <w:b/>
              </w:rPr>
            </w:pPr>
            <w:r w:rsidRPr="007B7195">
              <w:rPr>
                <w:b/>
              </w:rPr>
              <w:t>ИП Вологжанин М</w:t>
            </w:r>
            <w:r w:rsidR="00140A53">
              <w:rPr>
                <w:b/>
              </w:rPr>
              <w:t>ихаил Григорьевич</w:t>
            </w:r>
            <w:r w:rsidRPr="007B7195">
              <w:rPr>
                <w:b/>
              </w:rPr>
              <w:t xml:space="preserve">, глава </w:t>
            </w:r>
            <w:proofErr w:type="gramStart"/>
            <w:r w:rsidRPr="007B7195">
              <w:rPr>
                <w:b/>
              </w:rPr>
              <w:t>К(</w:t>
            </w:r>
            <w:proofErr w:type="gramEnd"/>
            <w:r w:rsidRPr="007B7195">
              <w:rPr>
                <w:b/>
              </w:rPr>
              <w:t>Ф)Х</w:t>
            </w:r>
          </w:p>
          <w:p w:rsidR="00C658F5" w:rsidRPr="00C658F5" w:rsidRDefault="00C658F5" w:rsidP="00C658F5">
            <w:pPr>
              <w:rPr>
                <w:b/>
              </w:rPr>
            </w:pPr>
            <w:r w:rsidRPr="00C658F5">
              <w:rPr>
                <w:b/>
              </w:rPr>
              <w:t xml:space="preserve">8912-148-5129, </w:t>
            </w:r>
          </w:p>
          <w:p w:rsidR="00C658F5" w:rsidRPr="00C658F5" w:rsidRDefault="00C658F5" w:rsidP="00C658F5">
            <w:pPr>
              <w:rPr>
                <w:b/>
              </w:rPr>
            </w:pPr>
            <w:r w:rsidRPr="00C658F5">
              <w:rPr>
                <w:b/>
              </w:rPr>
              <w:t>8(82137)92174</w:t>
            </w:r>
          </w:p>
          <w:p w:rsidR="00C658F5" w:rsidRPr="007B7195" w:rsidRDefault="00C658F5" w:rsidP="00C658F5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F71" w:rsidRDefault="00784F71" w:rsidP="00784F71">
            <w:pPr>
              <w:jc w:val="center"/>
            </w:pPr>
            <w:r>
              <w:t>Свинина</w:t>
            </w:r>
          </w:p>
          <w:p w:rsidR="00784F71" w:rsidRPr="007B7195" w:rsidRDefault="00784F71" w:rsidP="00784F71">
            <w:pPr>
              <w:jc w:val="center"/>
            </w:pPr>
            <w:r>
              <w:t>Говядина</w:t>
            </w:r>
          </w:p>
          <w:p w:rsidR="00A97DDA" w:rsidRPr="007B7195" w:rsidRDefault="00A97DDA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>Картофель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Капуста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Морковь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Свекла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A97DDA" w:rsidP="007B7195">
            <w:pPr>
              <w:jc w:val="center"/>
            </w:pPr>
            <w:r w:rsidRPr="007B7195">
              <w:t>Свинина, говядина.</w:t>
            </w:r>
          </w:p>
          <w:p w:rsidR="00A97DDA" w:rsidRPr="007B7195" w:rsidRDefault="00A97DDA" w:rsidP="007B7195">
            <w:pPr>
              <w:jc w:val="center"/>
            </w:pPr>
            <w:r w:rsidRPr="007B7195">
              <w:t>Туши, полутуши</w:t>
            </w:r>
          </w:p>
          <w:p w:rsidR="00DF5AED" w:rsidRDefault="00DF5AED" w:rsidP="007B7195">
            <w:pPr>
              <w:jc w:val="center"/>
            </w:pPr>
          </w:p>
          <w:p w:rsidR="00A97DDA" w:rsidRPr="007B7195" w:rsidRDefault="00A97DDA" w:rsidP="007B7195">
            <w:pPr>
              <w:jc w:val="center"/>
            </w:pPr>
            <w:r w:rsidRPr="007B7195">
              <w:t xml:space="preserve">В </w:t>
            </w:r>
            <w:proofErr w:type="gramStart"/>
            <w:r w:rsidRPr="007B7195">
              <w:t>сетках</w:t>
            </w:r>
            <w:proofErr w:type="gramEnd"/>
            <w:r w:rsidRPr="007B7195">
              <w:t>, 35 кг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В </w:t>
            </w:r>
            <w:proofErr w:type="gramStart"/>
            <w:r w:rsidRPr="007B7195">
              <w:t>сетках</w:t>
            </w:r>
            <w:proofErr w:type="gramEnd"/>
            <w:r w:rsidRPr="007B7195">
              <w:t>, 25 кг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В </w:t>
            </w:r>
            <w:proofErr w:type="gramStart"/>
            <w:r w:rsidRPr="007B7195">
              <w:t>сетках</w:t>
            </w:r>
            <w:proofErr w:type="gramEnd"/>
            <w:r w:rsidRPr="007B7195">
              <w:t>, 20 кг</w:t>
            </w:r>
          </w:p>
          <w:p w:rsidR="00A97DDA" w:rsidRPr="007B7195" w:rsidRDefault="00A97DDA" w:rsidP="007B7195">
            <w:pPr>
              <w:jc w:val="center"/>
            </w:pPr>
            <w:r w:rsidRPr="007B7195">
              <w:t xml:space="preserve">В </w:t>
            </w:r>
            <w:proofErr w:type="gramStart"/>
            <w:r w:rsidRPr="007B7195">
              <w:t>сетках</w:t>
            </w:r>
            <w:proofErr w:type="gramEnd"/>
            <w:r w:rsidRPr="007B7195">
              <w:t>, 15 кг</w:t>
            </w:r>
          </w:p>
        </w:tc>
      </w:tr>
      <w:tr w:rsidR="00A97DDA" w:rsidRPr="007B7195" w:rsidTr="003E5E95">
        <w:trPr>
          <w:trHeight w:val="5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Default="00A97DDA" w:rsidP="001D5B2D">
            <w:pPr>
              <w:rPr>
                <w:b/>
              </w:rPr>
            </w:pPr>
            <w:r w:rsidRPr="007B7195">
              <w:rPr>
                <w:b/>
              </w:rPr>
              <w:t xml:space="preserve">ИП </w:t>
            </w:r>
            <w:proofErr w:type="spellStart"/>
            <w:r w:rsidRPr="007B7195">
              <w:rPr>
                <w:b/>
              </w:rPr>
              <w:t>Ракина</w:t>
            </w:r>
            <w:proofErr w:type="spellEnd"/>
            <w:r w:rsidRPr="007B7195">
              <w:rPr>
                <w:b/>
              </w:rPr>
              <w:t xml:space="preserve"> О</w:t>
            </w:r>
            <w:r w:rsidR="00884AAD">
              <w:rPr>
                <w:b/>
              </w:rPr>
              <w:t>льга Борисовна</w:t>
            </w:r>
            <w:r w:rsidRPr="007B7195">
              <w:rPr>
                <w:b/>
              </w:rPr>
              <w:t xml:space="preserve">, глава </w:t>
            </w:r>
            <w:proofErr w:type="gramStart"/>
            <w:r w:rsidRPr="007B7195">
              <w:rPr>
                <w:b/>
              </w:rPr>
              <w:t>К(</w:t>
            </w:r>
            <w:proofErr w:type="gramEnd"/>
            <w:r w:rsidRPr="007B7195">
              <w:rPr>
                <w:b/>
              </w:rPr>
              <w:t>Ф)Х</w:t>
            </w:r>
          </w:p>
          <w:p w:rsidR="00884AAD" w:rsidRDefault="00884AAD" w:rsidP="001D5B2D">
            <w:pPr>
              <w:rPr>
                <w:b/>
              </w:rPr>
            </w:pPr>
            <w:r>
              <w:rPr>
                <w:b/>
              </w:rPr>
              <w:t>8-9121082876</w:t>
            </w:r>
          </w:p>
          <w:p w:rsidR="001D5B2D" w:rsidRPr="007B7195" w:rsidRDefault="001D5B2D" w:rsidP="001D5B2D">
            <w:pPr>
              <w:rPr>
                <w:b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F71" w:rsidRDefault="00784F71" w:rsidP="00784F71">
            <w:pPr>
              <w:jc w:val="center"/>
            </w:pPr>
            <w:r>
              <w:t>Свинина</w:t>
            </w:r>
          </w:p>
          <w:p w:rsidR="00784F71" w:rsidRPr="007B7195" w:rsidRDefault="00784F71" w:rsidP="00784F71">
            <w:pPr>
              <w:jc w:val="center"/>
            </w:pPr>
            <w:r>
              <w:t>Говядина</w:t>
            </w:r>
          </w:p>
          <w:p w:rsidR="00A97DDA" w:rsidRPr="007B7195" w:rsidRDefault="00A97DDA" w:rsidP="007B7195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7DDA" w:rsidRPr="007B7195" w:rsidRDefault="003E5E95" w:rsidP="007B7195">
            <w:pPr>
              <w:jc w:val="center"/>
            </w:pPr>
            <w:r>
              <w:t>-в  полутушах, четвертинах;</w:t>
            </w:r>
          </w:p>
          <w:p w:rsidR="00A97DDA" w:rsidRPr="007B7195" w:rsidRDefault="003E5E95" w:rsidP="003E5E95">
            <w:pPr>
              <w:jc w:val="center"/>
            </w:pPr>
            <w:r>
              <w:t>-в  полутушах, четвертинах</w:t>
            </w:r>
          </w:p>
        </w:tc>
      </w:tr>
      <w:tr w:rsidR="00A97DDA" w:rsidRPr="007B7195" w:rsidTr="0083188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DA" w:rsidRPr="007B7195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>ИП Королев В</w:t>
            </w:r>
            <w:r w:rsidR="00884AAD">
              <w:rPr>
                <w:b/>
              </w:rPr>
              <w:t>иктор Михайлович</w:t>
            </w:r>
            <w:r w:rsidRPr="007B7195">
              <w:rPr>
                <w:b/>
              </w:rPr>
              <w:t xml:space="preserve">, </w:t>
            </w:r>
          </w:p>
          <w:p w:rsidR="00A97DDA" w:rsidRDefault="00A97DDA" w:rsidP="007B7195">
            <w:pPr>
              <w:rPr>
                <w:b/>
              </w:rPr>
            </w:pPr>
            <w:r w:rsidRPr="007B7195">
              <w:rPr>
                <w:b/>
              </w:rPr>
              <w:t xml:space="preserve">глава </w:t>
            </w:r>
            <w:proofErr w:type="gramStart"/>
            <w:r w:rsidRPr="007B7195">
              <w:rPr>
                <w:b/>
              </w:rPr>
              <w:t>К(</w:t>
            </w:r>
            <w:proofErr w:type="gramEnd"/>
            <w:r w:rsidRPr="007B7195">
              <w:rPr>
                <w:b/>
              </w:rPr>
              <w:t>Ф)Х</w:t>
            </w:r>
          </w:p>
          <w:p w:rsidR="00884AAD" w:rsidRPr="007B7195" w:rsidRDefault="00884AAD" w:rsidP="007B7195">
            <w:pPr>
              <w:rPr>
                <w:b/>
              </w:rPr>
            </w:pPr>
            <w:r>
              <w:rPr>
                <w:b/>
              </w:rPr>
              <w:t>8-9121652297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E95" w:rsidRDefault="003E5E95" w:rsidP="003E5E95">
            <w:pPr>
              <w:jc w:val="center"/>
            </w:pPr>
            <w:r>
              <w:t>Свинина</w:t>
            </w:r>
          </w:p>
          <w:p w:rsidR="003E5E95" w:rsidRPr="007B7195" w:rsidRDefault="003E5E95" w:rsidP="003E5E95">
            <w:pPr>
              <w:jc w:val="center"/>
            </w:pPr>
            <w:r>
              <w:t>Говядина</w:t>
            </w:r>
          </w:p>
          <w:p w:rsidR="00A97DDA" w:rsidRPr="007B7195" w:rsidRDefault="00A97DDA" w:rsidP="007B7195">
            <w:pPr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5E95" w:rsidRPr="007B7195" w:rsidRDefault="003E5E95" w:rsidP="003E5E95">
            <w:pPr>
              <w:jc w:val="center"/>
            </w:pPr>
            <w:r>
              <w:t>-в  полутушах, четвертинах;</w:t>
            </w:r>
          </w:p>
          <w:p w:rsidR="00A97DDA" w:rsidRDefault="003E5E95" w:rsidP="003E5E95">
            <w:pPr>
              <w:jc w:val="center"/>
            </w:pPr>
            <w:r>
              <w:t>-в  полутушах, четвертинах</w:t>
            </w:r>
          </w:p>
          <w:p w:rsidR="003E5E95" w:rsidRPr="007B7195" w:rsidRDefault="003E5E95" w:rsidP="003E5E95">
            <w:pPr>
              <w:jc w:val="center"/>
            </w:pPr>
          </w:p>
        </w:tc>
      </w:tr>
    </w:tbl>
    <w:p w:rsidR="00A97DDA" w:rsidRPr="007B7195" w:rsidRDefault="00A97DDA" w:rsidP="007B7195"/>
    <w:p w:rsidR="00A97DDA" w:rsidRPr="007B7195" w:rsidRDefault="00A97DDA" w:rsidP="007B7195">
      <w:pPr>
        <w:suppressAutoHyphens/>
        <w:rPr>
          <w:sz w:val="24"/>
          <w:szCs w:val="24"/>
        </w:rPr>
      </w:pPr>
    </w:p>
    <w:sectPr w:rsidR="00A97DDA" w:rsidRPr="007B7195" w:rsidSect="00DF5AED">
      <w:footerReference w:type="even" r:id="rId16"/>
      <w:footerReference w:type="default" r:id="rId17"/>
      <w:type w:val="continuous"/>
      <w:pgSz w:w="11907" w:h="16840" w:code="9"/>
      <w:pgMar w:top="709" w:right="1134" w:bottom="284" w:left="1701" w:header="720" w:footer="720" w:gutter="0"/>
      <w:cols w:space="282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1A4" w:rsidRDefault="004251A4">
      <w:r>
        <w:separator/>
      </w:r>
    </w:p>
  </w:endnote>
  <w:endnote w:type="continuationSeparator" w:id="0">
    <w:p w:rsidR="004251A4" w:rsidRDefault="00425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1A4" w:rsidRDefault="004251A4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</w:t>
    </w:r>
    <w:r>
      <w:rPr>
        <w:rStyle w:val="ad"/>
      </w:rPr>
      <w:fldChar w:fldCharType="end"/>
    </w:r>
  </w:p>
  <w:p w:rsidR="004251A4" w:rsidRDefault="004251A4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1A4" w:rsidRDefault="004251A4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1A4" w:rsidRDefault="004251A4">
      <w:r>
        <w:separator/>
      </w:r>
    </w:p>
  </w:footnote>
  <w:footnote w:type="continuationSeparator" w:id="0">
    <w:p w:rsidR="004251A4" w:rsidRDefault="00425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12224"/>
    <w:multiLevelType w:val="hybridMultilevel"/>
    <w:tmpl w:val="6E38CE74"/>
    <w:lvl w:ilvl="0" w:tplc="EE469D34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536DC2"/>
    <w:multiLevelType w:val="hybridMultilevel"/>
    <w:tmpl w:val="4152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D2974"/>
    <w:multiLevelType w:val="hybridMultilevel"/>
    <w:tmpl w:val="889412C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0000D"/>
    <w:multiLevelType w:val="multilevel"/>
    <w:tmpl w:val="3D1257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D79573E"/>
    <w:multiLevelType w:val="multilevel"/>
    <w:tmpl w:val="37A41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D36EA0"/>
    <w:multiLevelType w:val="hybridMultilevel"/>
    <w:tmpl w:val="AD54E82C"/>
    <w:lvl w:ilvl="0" w:tplc="C200055A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5621D0B"/>
    <w:multiLevelType w:val="singleLevel"/>
    <w:tmpl w:val="AE3E2722"/>
    <w:lvl w:ilvl="0">
      <w:start w:val="3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7">
    <w:nsid w:val="6C472589"/>
    <w:multiLevelType w:val="hybridMultilevel"/>
    <w:tmpl w:val="A5D456A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88389B"/>
    <w:multiLevelType w:val="multilevel"/>
    <w:tmpl w:val="7D9C6E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rawingGridVerticalSpacing w:val="381"/>
  <w:displayHorizontalDrawingGridEvery w:val="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F44"/>
    <w:rsid w:val="0000081E"/>
    <w:rsid w:val="00001FFF"/>
    <w:rsid w:val="00005188"/>
    <w:rsid w:val="0000744A"/>
    <w:rsid w:val="00010E88"/>
    <w:rsid w:val="00032B88"/>
    <w:rsid w:val="000378CA"/>
    <w:rsid w:val="00040A99"/>
    <w:rsid w:val="0004748B"/>
    <w:rsid w:val="00047B33"/>
    <w:rsid w:val="00050218"/>
    <w:rsid w:val="00070EA4"/>
    <w:rsid w:val="00072CFD"/>
    <w:rsid w:val="00074F7C"/>
    <w:rsid w:val="000756AB"/>
    <w:rsid w:val="00076D90"/>
    <w:rsid w:val="00077F51"/>
    <w:rsid w:val="00080513"/>
    <w:rsid w:val="000821A7"/>
    <w:rsid w:val="0008247C"/>
    <w:rsid w:val="000A1832"/>
    <w:rsid w:val="000A5028"/>
    <w:rsid w:val="000A710F"/>
    <w:rsid w:val="000D5266"/>
    <w:rsid w:val="000D5B91"/>
    <w:rsid w:val="000E1C21"/>
    <w:rsid w:val="000E6A71"/>
    <w:rsid w:val="000E6D30"/>
    <w:rsid w:val="000F48A6"/>
    <w:rsid w:val="001008C2"/>
    <w:rsid w:val="0010589B"/>
    <w:rsid w:val="001145AB"/>
    <w:rsid w:val="0012066D"/>
    <w:rsid w:val="00130126"/>
    <w:rsid w:val="001306C1"/>
    <w:rsid w:val="00140A53"/>
    <w:rsid w:val="00156100"/>
    <w:rsid w:val="001621D7"/>
    <w:rsid w:val="00165BC6"/>
    <w:rsid w:val="00166F74"/>
    <w:rsid w:val="00177B12"/>
    <w:rsid w:val="00192409"/>
    <w:rsid w:val="001933A5"/>
    <w:rsid w:val="00196B2A"/>
    <w:rsid w:val="001A77E3"/>
    <w:rsid w:val="001B7183"/>
    <w:rsid w:val="001C4787"/>
    <w:rsid w:val="001C4B78"/>
    <w:rsid w:val="001D121D"/>
    <w:rsid w:val="001D27AB"/>
    <w:rsid w:val="001D5B2D"/>
    <w:rsid w:val="001E2B74"/>
    <w:rsid w:val="001E7D49"/>
    <w:rsid w:val="001F03E8"/>
    <w:rsid w:val="00201D21"/>
    <w:rsid w:val="002020F0"/>
    <w:rsid w:val="00215C91"/>
    <w:rsid w:val="00222318"/>
    <w:rsid w:val="00244BA5"/>
    <w:rsid w:val="00250B8F"/>
    <w:rsid w:val="0026246F"/>
    <w:rsid w:val="00266006"/>
    <w:rsid w:val="00271C07"/>
    <w:rsid w:val="00274D54"/>
    <w:rsid w:val="002760FA"/>
    <w:rsid w:val="00277D1F"/>
    <w:rsid w:val="00284C12"/>
    <w:rsid w:val="00295227"/>
    <w:rsid w:val="00296D96"/>
    <w:rsid w:val="0029784A"/>
    <w:rsid w:val="002A07C3"/>
    <w:rsid w:val="002A0914"/>
    <w:rsid w:val="002A113A"/>
    <w:rsid w:val="002A30C2"/>
    <w:rsid w:val="002A748B"/>
    <w:rsid w:val="002B04F9"/>
    <w:rsid w:val="002C0542"/>
    <w:rsid w:val="002D4288"/>
    <w:rsid w:val="002D6E6F"/>
    <w:rsid w:val="002E458F"/>
    <w:rsid w:val="002E607B"/>
    <w:rsid w:val="002F0CEB"/>
    <w:rsid w:val="002F3B9A"/>
    <w:rsid w:val="002F42BC"/>
    <w:rsid w:val="002F4EF7"/>
    <w:rsid w:val="00300E86"/>
    <w:rsid w:val="00312526"/>
    <w:rsid w:val="00323127"/>
    <w:rsid w:val="003269A6"/>
    <w:rsid w:val="00332FB0"/>
    <w:rsid w:val="00335376"/>
    <w:rsid w:val="003449B1"/>
    <w:rsid w:val="003450D4"/>
    <w:rsid w:val="003503D3"/>
    <w:rsid w:val="003525D7"/>
    <w:rsid w:val="00354D05"/>
    <w:rsid w:val="00354F6E"/>
    <w:rsid w:val="00361533"/>
    <w:rsid w:val="00363241"/>
    <w:rsid w:val="003659CE"/>
    <w:rsid w:val="0036693A"/>
    <w:rsid w:val="00367B82"/>
    <w:rsid w:val="003804D5"/>
    <w:rsid w:val="00383E1F"/>
    <w:rsid w:val="00384095"/>
    <w:rsid w:val="00386526"/>
    <w:rsid w:val="00396903"/>
    <w:rsid w:val="00397C5A"/>
    <w:rsid w:val="003A0BFA"/>
    <w:rsid w:val="003A31B5"/>
    <w:rsid w:val="003A6112"/>
    <w:rsid w:val="003B1834"/>
    <w:rsid w:val="003B54E5"/>
    <w:rsid w:val="003C156A"/>
    <w:rsid w:val="003C74F4"/>
    <w:rsid w:val="003D2FFF"/>
    <w:rsid w:val="003D36FF"/>
    <w:rsid w:val="003D6D4E"/>
    <w:rsid w:val="003D776B"/>
    <w:rsid w:val="003E02C5"/>
    <w:rsid w:val="003E3126"/>
    <w:rsid w:val="003E5E95"/>
    <w:rsid w:val="003F1796"/>
    <w:rsid w:val="003F4412"/>
    <w:rsid w:val="003F580C"/>
    <w:rsid w:val="003F7A6E"/>
    <w:rsid w:val="00405877"/>
    <w:rsid w:val="0041224A"/>
    <w:rsid w:val="0041228B"/>
    <w:rsid w:val="00417131"/>
    <w:rsid w:val="00422937"/>
    <w:rsid w:val="004251A4"/>
    <w:rsid w:val="00427427"/>
    <w:rsid w:val="00434D35"/>
    <w:rsid w:val="004369CE"/>
    <w:rsid w:val="004414C8"/>
    <w:rsid w:val="004435FE"/>
    <w:rsid w:val="00445168"/>
    <w:rsid w:val="0044789B"/>
    <w:rsid w:val="00452BA6"/>
    <w:rsid w:val="00452E2A"/>
    <w:rsid w:val="00460F8B"/>
    <w:rsid w:val="00461395"/>
    <w:rsid w:val="00461DBE"/>
    <w:rsid w:val="0046590A"/>
    <w:rsid w:val="00471D23"/>
    <w:rsid w:val="00480575"/>
    <w:rsid w:val="00483F11"/>
    <w:rsid w:val="00485795"/>
    <w:rsid w:val="004A28E2"/>
    <w:rsid w:val="004A3312"/>
    <w:rsid w:val="004B46BC"/>
    <w:rsid w:val="004C0C80"/>
    <w:rsid w:val="004C2978"/>
    <w:rsid w:val="004C3665"/>
    <w:rsid w:val="004C43C2"/>
    <w:rsid w:val="004D7B7F"/>
    <w:rsid w:val="004D7E67"/>
    <w:rsid w:val="004F2504"/>
    <w:rsid w:val="004F7886"/>
    <w:rsid w:val="00501238"/>
    <w:rsid w:val="00507AF2"/>
    <w:rsid w:val="005220D6"/>
    <w:rsid w:val="005222E6"/>
    <w:rsid w:val="00524624"/>
    <w:rsid w:val="005275EB"/>
    <w:rsid w:val="00535D2A"/>
    <w:rsid w:val="005368CF"/>
    <w:rsid w:val="00536C9F"/>
    <w:rsid w:val="00543A13"/>
    <w:rsid w:val="00545EFF"/>
    <w:rsid w:val="005464E4"/>
    <w:rsid w:val="00553EF0"/>
    <w:rsid w:val="005730A7"/>
    <w:rsid w:val="0058329A"/>
    <w:rsid w:val="00592BAA"/>
    <w:rsid w:val="005A4001"/>
    <w:rsid w:val="005B49C6"/>
    <w:rsid w:val="005B7F30"/>
    <w:rsid w:val="005F1B1A"/>
    <w:rsid w:val="005F3B0E"/>
    <w:rsid w:val="005F5903"/>
    <w:rsid w:val="00607E94"/>
    <w:rsid w:val="0062186B"/>
    <w:rsid w:val="00624CDD"/>
    <w:rsid w:val="0063359D"/>
    <w:rsid w:val="00636769"/>
    <w:rsid w:val="00640FC9"/>
    <w:rsid w:val="0064105D"/>
    <w:rsid w:val="00642023"/>
    <w:rsid w:val="0064408D"/>
    <w:rsid w:val="00644521"/>
    <w:rsid w:val="00645670"/>
    <w:rsid w:val="006463A6"/>
    <w:rsid w:val="00647922"/>
    <w:rsid w:val="00656A0F"/>
    <w:rsid w:val="00656FDD"/>
    <w:rsid w:val="00661241"/>
    <w:rsid w:val="00663BCE"/>
    <w:rsid w:val="00675BC6"/>
    <w:rsid w:val="00677BBB"/>
    <w:rsid w:val="0068100A"/>
    <w:rsid w:val="006973E4"/>
    <w:rsid w:val="006A1779"/>
    <w:rsid w:val="006B002B"/>
    <w:rsid w:val="006B6988"/>
    <w:rsid w:val="006B77B2"/>
    <w:rsid w:val="006C0280"/>
    <w:rsid w:val="006C0893"/>
    <w:rsid w:val="006C0CF3"/>
    <w:rsid w:val="006C7675"/>
    <w:rsid w:val="006D5B4C"/>
    <w:rsid w:val="006E1015"/>
    <w:rsid w:val="006E116C"/>
    <w:rsid w:val="006E2A70"/>
    <w:rsid w:val="006E3C15"/>
    <w:rsid w:val="006E49D1"/>
    <w:rsid w:val="006E75A2"/>
    <w:rsid w:val="006F1642"/>
    <w:rsid w:val="007020B9"/>
    <w:rsid w:val="007062F7"/>
    <w:rsid w:val="00711827"/>
    <w:rsid w:val="00717896"/>
    <w:rsid w:val="007215DF"/>
    <w:rsid w:val="007230FA"/>
    <w:rsid w:val="00724B06"/>
    <w:rsid w:val="00726BBA"/>
    <w:rsid w:val="007325D5"/>
    <w:rsid w:val="0074180C"/>
    <w:rsid w:val="007468C1"/>
    <w:rsid w:val="007579BD"/>
    <w:rsid w:val="007737DD"/>
    <w:rsid w:val="00774E6E"/>
    <w:rsid w:val="00777BF9"/>
    <w:rsid w:val="00784F71"/>
    <w:rsid w:val="00785118"/>
    <w:rsid w:val="00791DA8"/>
    <w:rsid w:val="007A2BC1"/>
    <w:rsid w:val="007B1823"/>
    <w:rsid w:val="007B2EC2"/>
    <w:rsid w:val="007B560B"/>
    <w:rsid w:val="007B65C4"/>
    <w:rsid w:val="007B7195"/>
    <w:rsid w:val="007C18DE"/>
    <w:rsid w:val="007C2ADC"/>
    <w:rsid w:val="007C2C09"/>
    <w:rsid w:val="007D05EA"/>
    <w:rsid w:val="007D0ECA"/>
    <w:rsid w:val="007E1AF1"/>
    <w:rsid w:val="007E4B19"/>
    <w:rsid w:val="007E5CA7"/>
    <w:rsid w:val="007F5B0A"/>
    <w:rsid w:val="00803179"/>
    <w:rsid w:val="008129A0"/>
    <w:rsid w:val="00820900"/>
    <w:rsid w:val="0083188A"/>
    <w:rsid w:val="00832272"/>
    <w:rsid w:val="00833151"/>
    <w:rsid w:val="00833559"/>
    <w:rsid w:val="008456DE"/>
    <w:rsid w:val="00846742"/>
    <w:rsid w:val="00851618"/>
    <w:rsid w:val="0085185E"/>
    <w:rsid w:val="0085598E"/>
    <w:rsid w:val="00860596"/>
    <w:rsid w:val="008623F3"/>
    <w:rsid w:val="008659B5"/>
    <w:rsid w:val="00875D5F"/>
    <w:rsid w:val="00884AAD"/>
    <w:rsid w:val="008853A3"/>
    <w:rsid w:val="008958B7"/>
    <w:rsid w:val="008A0A7A"/>
    <w:rsid w:val="008B08DD"/>
    <w:rsid w:val="008D3AD6"/>
    <w:rsid w:val="008D7F1F"/>
    <w:rsid w:val="008E094F"/>
    <w:rsid w:val="008E2377"/>
    <w:rsid w:val="008E5450"/>
    <w:rsid w:val="008F1744"/>
    <w:rsid w:val="008F4BD8"/>
    <w:rsid w:val="008F76FF"/>
    <w:rsid w:val="009039DB"/>
    <w:rsid w:val="00903B73"/>
    <w:rsid w:val="00921303"/>
    <w:rsid w:val="00936010"/>
    <w:rsid w:val="0093759C"/>
    <w:rsid w:val="009514DD"/>
    <w:rsid w:val="0096507B"/>
    <w:rsid w:val="00967F91"/>
    <w:rsid w:val="00971589"/>
    <w:rsid w:val="00972D9B"/>
    <w:rsid w:val="00982EB9"/>
    <w:rsid w:val="00985473"/>
    <w:rsid w:val="00985E33"/>
    <w:rsid w:val="0099568B"/>
    <w:rsid w:val="00997363"/>
    <w:rsid w:val="00997780"/>
    <w:rsid w:val="009A4CC0"/>
    <w:rsid w:val="009C1F44"/>
    <w:rsid w:val="009D4862"/>
    <w:rsid w:val="009D57AE"/>
    <w:rsid w:val="009D6B58"/>
    <w:rsid w:val="009D6F06"/>
    <w:rsid w:val="009E35CD"/>
    <w:rsid w:val="009F5C8D"/>
    <w:rsid w:val="00A13F89"/>
    <w:rsid w:val="00A1495D"/>
    <w:rsid w:val="00A16404"/>
    <w:rsid w:val="00A16E3F"/>
    <w:rsid w:val="00A2056A"/>
    <w:rsid w:val="00A2595C"/>
    <w:rsid w:val="00A25E40"/>
    <w:rsid w:val="00A26E65"/>
    <w:rsid w:val="00A2759B"/>
    <w:rsid w:val="00A27AB3"/>
    <w:rsid w:val="00A307FC"/>
    <w:rsid w:val="00A338AE"/>
    <w:rsid w:val="00A4189D"/>
    <w:rsid w:val="00A4300E"/>
    <w:rsid w:val="00A47EF8"/>
    <w:rsid w:val="00A72A34"/>
    <w:rsid w:val="00A72B2A"/>
    <w:rsid w:val="00A7600F"/>
    <w:rsid w:val="00A76E19"/>
    <w:rsid w:val="00A92C4C"/>
    <w:rsid w:val="00A944A0"/>
    <w:rsid w:val="00A969EC"/>
    <w:rsid w:val="00A97DDA"/>
    <w:rsid w:val="00AA1AD0"/>
    <w:rsid w:val="00AA28DC"/>
    <w:rsid w:val="00AB29B3"/>
    <w:rsid w:val="00AB5729"/>
    <w:rsid w:val="00AB611C"/>
    <w:rsid w:val="00AC259D"/>
    <w:rsid w:val="00AD394B"/>
    <w:rsid w:val="00AE6AAB"/>
    <w:rsid w:val="00AF4441"/>
    <w:rsid w:val="00B067D0"/>
    <w:rsid w:val="00B10159"/>
    <w:rsid w:val="00B2522B"/>
    <w:rsid w:val="00B26AED"/>
    <w:rsid w:val="00B43420"/>
    <w:rsid w:val="00B43D2C"/>
    <w:rsid w:val="00B46B9F"/>
    <w:rsid w:val="00B46C2E"/>
    <w:rsid w:val="00B5260B"/>
    <w:rsid w:val="00B6215C"/>
    <w:rsid w:val="00B6337E"/>
    <w:rsid w:val="00B63650"/>
    <w:rsid w:val="00B6541B"/>
    <w:rsid w:val="00B70EFA"/>
    <w:rsid w:val="00B72743"/>
    <w:rsid w:val="00B838B2"/>
    <w:rsid w:val="00B83C1B"/>
    <w:rsid w:val="00B85691"/>
    <w:rsid w:val="00B8628F"/>
    <w:rsid w:val="00B9412B"/>
    <w:rsid w:val="00B94BB5"/>
    <w:rsid w:val="00B977BC"/>
    <w:rsid w:val="00BA088A"/>
    <w:rsid w:val="00BB46B3"/>
    <w:rsid w:val="00BC02B5"/>
    <w:rsid w:val="00BC212D"/>
    <w:rsid w:val="00BD5D1D"/>
    <w:rsid w:val="00BE0285"/>
    <w:rsid w:val="00BE710D"/>
    <w:rsid w:val="00BF1317"/>
    <w:rsid w:val="00BF49FA"/>
    <w:rsid w:val="00BF72F5"/>
    <w:rsid w:val="00C024D2"/>
    <w:rsid w:val="00C070B9"/>
    <w:rsid w:val="00C107AB"/>
    <w:rsid w:val="00C1338B"/>
    <w:rsid w:val="00C179FD"/>
    <w:rsid w:val="00C34110"/>
    <w:rsid w:val="00C34184"/>
    <w:rsid w:val="00C34C21"/>
    <w:rsid w:val="00C412AD"/>
    <w:rsid w:val="00C462D7"/>
    <w:rsid w:val="00C5017F"/>
    <w:rsid w:val="00C56BC6"/>
    <w:rsid w:val="00C61F32"/>
    <w:rsid w:val="00C63FDD"/>
    <w:rsid w:val="00C658F5"/>
    <w:rsid w:val="00C665AF"/>
    <w:rsid w:val="00C666B2"/>
    <w:rsid w:val="00C70CD7"/>
    <w:rsid w:val="00C804FB"/>
    <w:rsid w:val="00C87874"/>
    <w:rsid w:val="00C909CD"/>
    <w:rsid w:val="00C96E13"/>
    <w:rsid w:val="00C97E50"/>
    <w:rsid w:val="00CA1601"/>
    <w:rsid w:val="00CB5809"/>
    <w:rsid w:val="00CC32A2"/>
    <w:rsid w:val="00CD5D17"/>
    <w:rsid w:val="00CE4378"/>
    <w:rsid w:val="00CF3CE0"/>
    <w:rsid w:val="00CF6041"/>
    <w:rsid w:val="00CF7A29"/>
    <w:rsid w:val="00CF7F25"/>
    <w:rsid w:val="00D0099A"/>
    <w:rsid w:val="00D14C16"/>
    <w:rsid w:val="00D15308"/>
    <w:rsid w:val="00D15588"/>
    <w:rsid w:val="00D16609"/>
    <w:rsid w:val="00D20D1F"/>
    <w:rsid w:val="00D23387"/>
    <w:rsid w:val="00D2514C"/>
    <w:rsid w:val="00D25934"/>
    <w:rsid w:val="00D25E9D"/>
    <w:rsid w:val="00D5136A"/>
    <w:rsid w:val="00D53733"/>
    <w:rsid w:val="00D54B34"/>
    <w:rsid w:val="00D61438"/>
    <w:rsid w:val="00D61F17"/>
    <w:rsid w:val="00D669C8"/>
    <w:rsid w:val="00D806B9"/>
    <w:rsid w:val="00D80E59"/>
    <w:rsid w:val="00D83EC3"/>
    <w:rsid w:val="00D87572"/>
    <w:rsid w:val="00DB7C7A"/>
    <w:rsid w:val="00DC50A4"/>
    <w:rsid w:val="00DC7007"/>
    <w:rsid w:val="00DC7C16"/>
    <w:rsid w:val="00DD3822"/>
    <w:rsid w:val="00DE35F1"/>
    <w:rsid w:val="00DE7E3E"/>
    <w:rsid w:val="00DF5AED"/>
    <w:rsid w:val="00DF616B"/>
    <w:rsid w:val="00E03977"/>
    <w:rsid w:val="00E06128"/>
    <w:rsid w:val="00E07975"/>
    <w:rsid w:val="00E11CC3"/>
    <w:rsid w:val="00E14900"/>
    <w:rsid w:val="00E14F8E"/>
    <w:rsid w:val="00E17133"/>
    <w:rsid w:val="00E23603"/>
    <w:rsid w:val="00E26AEB"/>
    <w:rsid w:val="00E26E91"/>
    <w:rsid w:val="00E26E93"/>
    <w:rsid w:val="00E37A78"/>
    <w:rsid w:val="00E47898"/>
    <w:rsid w:val="00E547F0"/>
    <w:rsid w:val="00E64BA5"/>
    <w:rsid w:val="00E650A6"/>
    <w:rsid w:val="00E672B7"/>
    <w:rsid w:val="00E67E5B"/>
    <w:rsid w:val="00E74B69"/>
    <w:rsid w:val="00E76531"/>
    <w:rsid w:val="00E869F4"/>
    <w:rsid w:val="00E9543C"/>
    <w:rsid w:val="00E95612"/>
    <w:rsid w:val="00EA3887"/>
    <w:rsid w:val="00EB236F"/>
    <w:rsid w:val="00EB4291"/>
    <w:rsid w:val="00EB7926"/>
    <w:rsid w:val="00EC0B75"/>
    <w:rsid w:val="00EC4865"/>
    <w:rsid w:val="00EC6EA6"/>
    <w:rsid w:val="00ED5E34"/>
    <w:rsid w:val="00EE2ABD"/>
    <w:rsid w:val="00EE4916"/>
    <w:rsid w:val="00EE538D"/>
    <w:rsid w:val="00EE7CAD"/>
    <w:rsid w:val="00EF3ABA"/>
    <w:rsid w:val="00EF49EE"/>
    <w:rsid w:val="00EF4FFC"/>
    <w:rsid w:val="00EF5255"/>
    <w:rsid w:val="00EF5A6A"/>
    <w:rsid w:val="00F00CED"/>
    <w:rsid w:val="00F02E89"/>
    <w:rsid w:val="00F0376D"/>
    <w:rsid w:val="00F051EA"/>
    <w:rsid w:val="00F112DB"/>
    <w:rsid w:val="00F11EFE"/>
    <w:rsid w:val="00F1380D"/>
    <w:rsid w:val="00F201D5"/>
    <w:rsid w:val="00F21BBC"/>
    <w:rsid w:val="00F221BD"/>
    <w:rsid w:val="00F45746"/>
    <w:rsid w:val="00F50955"/>
    <w:rsid w:val="00F5397B"/>
    <w:rsid w:val="00F56571"/>
    <w:rsid w:val="00F6228F"/>
    <w:rsid w:val="00F62A0B"/>
    <w:rsid w:val="00F64062"/>
    <w:rsid w:val="00F66B12"/>
    <w:rsid w:val="00F73113"/>
    <w:rsid w:val="00F77A0E"/>
    <w:rsid w:val="00F838D0"/>
    <w:rsid w:val="00F8633C"/>
    <w:rsid w:val="00F929E2"/>
    <w:rsid w:val="00F93DB5"/>
    <w:rsid w:val="00F94E04"/>
    <w:rsid w:val="00FA4E68"/>
    <w:rsid w:val="00FB71C4"/>
    <w:rsid w:val="00FC5108"/>
    <w:rsid w:val="00FD0596"/>
    <w:rsid w:val="00FD0F98"/>
    <w:rsid w:val="00FD4EA2"/>
    <w:rsid w:val="00FE5388"/>
    <w:rsid w:val="00FE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08DD"/>
  </w:style>
  <w:style w:type="paragraph" w:styleId="1">
    <w:name w:val="heading 1"/>
    <w:basedOn w:val="a"/>
    <w:next w:val="a"/>
    <w:link w:val="10"/>
    <w:qFormat/>
    <w:rsid w:val="008B08DD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8B08DD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8B08DD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B08D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B08DD"/>
    <w:pPr>
      <w:keepNext/>
      <w:jc w:val="right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8B08DD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774E6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8B08DD"/>
    <w:pPr>
      <w:ind w:firstLine="426"/>
      <w:jc w:val="both"/>
    </w:pPr>
    <w:rPr>
      <w:sz w:val="28"/>
    </w:rPr>
  </w:style>
  <w:style w:type="paragraph" w:customStyle="1" w:styleId="ConsPlusNormal">
    <w:name w:val="ConsPlusNormal"/>
    <w:rsid w:val="008B0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Абзац"/>
    <w:basedOn w:val="a"/>
    <w:rsid w:val="008B08DD"/>
    <w:pPr>
      <w:suppressAutoHyphens/>
      <w:spacing w:line="300" w:lineRule="auto"/>
      <w:ind w:firstLine="709"/>
      <w:jc w:val="both"/>
    </w:pPr>
    <w:rPr>
      <w:rFonts w:ascii="Garamond" w:hAnsi="Garamond"/>
      <w:sz w:val="22"/>
    </w:rPr>
  </w:style>
  <w:style w:type="paragraph" w:customStyle="1" w:styleId="11">
    <w:name w:val="Обычный1"/>
    <w:rsid w:val="008B08DD"/>
    <w:pPr>
      <w:widowControl w:val="0"/>
      <w:spacing w:line="300" w:lineRule="auto"/>
      <w:ind w:left="40" w:firstLine="600"/>
      <w:jc w:val="both"/>
    </w:pPr>
    <w:rPr>
      <w:snapToGrid w:val="0"/>
      <w:sz w:val="24"/>
    </w:rPr>
  </w:style>
  <w:style w:type="paragraph" w:styleId="a4">
    <w:name w:val="Body Text"/>
    <w:basedOn w:val="a"/>
    <w:link w:val="a5"/>
    <w:rsid w:val="00833559"/>
    <w:pPr>
      <w:spacing w:after="120"/>
    </w:pPr>
  </w:style>
  <w:style w:type="paragraph" w:styleId="a6">
    <w:name w:val="Title"/>
    <w:basedOn w:val="a"/>
    <w:link w:val="a7"/>
    <w:qFormat/>
    <w:rsid w:val="00833559"/>
    <w:pPr>
      <w:tabs>
        <w:tab w:val="left" w:pos="5400"/>
      </w:tabs>
      <w:jc w:val="center"/>
    </w:pPr>
    <w:rPr>
      <w:b/>
      <w:bCs/>
      <w:szCs w:val="24"/>
      <w:u w:val="single"/>
    </w:rPr>
  </w:style>
  <w:style w:type="table" w:styleId="a8">
    <w:name w:val="Table Grid"/>
    <w:basedOn w:val="a1"/>
    <w:rsid w:val="00833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85118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6A1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A17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6A1779"/>
    <w:rPr>
      <w:sz w:val="28"/>
    </w:rPr>
  </w:style>
  <w:style w:type="paragraph" w:styleId="a9">
    <w:name w:val="header"/>
    <w:basedOn w:val="a"/>
    <w:link w:val="aa"/>
    <w:rsid w:val="006A177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3">
    <w:name w:val="Body Text Indent 3"/>
    <w:basedOn w:val="a"/>
    <w:link w:val="34"/>
    <w:rsid w:val="004C43C2"/>
    <w:pPr>
      <w:spacing w:after="120"/>
      <w:ind w:left="283"/>
    </w:pPr>
    <w:rPr>
      <w:sz w:val="16"/>
      <w:szCs w:val="16"/>
    </w:rPr>
  </w:style>
  <w:style w:type="paragraph" w:styleId="ab">
    <w:name w:val="footer"/>
    <w:basedOn w:val="a"/>
    <w:link w:val="ac"/>
    <w:rsid w:val="004C43C2"/>
    <w:pPr>
      <w:tabs>
        <w:tab w:val="center" w:pos="4153"/>
        <w:tab w:val="right" w:pos="8306"/>
      </w:tabs>
    </w:pPr>
    <w:rPr>
      <w:rFonts w:ascii="Arial" w:eastAsia="Arial" w:hAnsi="Arial"/>
    </w:rPr>
  </w:style>
  <w:style w:type="character" w:styleId="ad">
    <w:name w:val="page number"/>
    <w:basedOn w:val="a0"/>
    <w:rsid w:val="004C43C2"/>
  </w:style>
  <w:style w:type="paragraph" w:customStyle="1" w:styleId="ConsNonformat">
    <w:name w:val="ConsNonformat"/>
    <w:rsid w:val="004C43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rsid w:val="007C2C0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7C2C09"/>
    <w:rPr>
      <w:rFonts w:ascii="Tahoma" w:hAnsi="Tahoma" w:cs="Tahoma"/>
      <w:sz w:val="16"/>
      <w:szCs w:val="16"/>
    </w:rPr>
  </w:style>
  <w:style w:type="character" w:styleId="af0">
    <w:name w:val="Hyperlink"/>
    <w:basedOn w:val="a0"/>
    <w:unhideWhenUsed/>
    <w:rsid w:val="003503D3"/>
    <w:rPr>
      <w:color w:val="0000FF"/>
      <w:u w:val="single"/>
    </w:rPr>
  </w:style>
  <w:style w:type="character" w:customStyle="1" w:styleId="apple-converted-space">
    <w:name w:val="apple-converted-space"/>
    <w:rsid w:val="0085598E"/>
  </w:style>
  <w:style w:type="paragraph" w:styleId="af1">
    <w:name w:val="List Paragraph"/>
    <w:basedOn w:val="a"/>
    <w:uiPriority w:val="34"/>
    <w:qFormat/>
    <w:rsid w:val="0085598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97DDA"/>
    <w:rPr>
      <w:rFonts w:ascii="SchoolBook" w:hAnsi="SchoolBook"/>
      <w:sz w:val="44"/>
    </w:rPr>
  </w:style>
  <w:style w:type="character" w:customStyle="1" w:styleId="20">
    <w:name w:val="Заголовок 2 Знак"/>
    <w:basedOn w:val="a0"/>
    <w:link w:val="2"/>
    <w:rsid w:val="00A97DDA"/>
    <w:rPr>
      <w:sz w:val="32"/>
    </w:rPr>
  </w:style>
  <w:style w:type="character" w:customStyle="1" w:styleId="30">
    <w:name w:val="Заголовок 3 Знак"/>
    <w:basedOn w:val="a0"/>
    <w:link w:val="3"/>
    <w:rsid w:val="00A97DDA"/>
    <w:rPr>
      <w:sz w:val="28"/>
    </w:rPr>
  </w:style>
  <w:style w:type="character" w:customStyle="1" w:styleId="40">
    <w:name w:val="Заголовок 4 Знак"/>
    <w:basedOn w:val="a0"/>
    <w:link w:val="4"/>
    <w:rsid w:val="00A97DD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97DDA"/>
    <w:rPr>
      <w:sz w:val="28"/>
    </w:rPr>
  </w:style>
  <w:style w:type="character" w:customStyle="1" w:styleId="70">
    <w:name w:val="Заголовок 7 Знак"/>
    <w:basedOn w:val="a0"/>
    <w:link w:val="7"/>
    <w:rsid w:val="00A97DDA"/>
    <w:rPr>
      <w:b/>
      <w:sz w:val="28"/>
    </w:rPr>
  </w:style>
  <w:style w:type="character" w:customStyle="1" w:styleId="80">
    <w:name w:val="Заголовок 8 Знак"/>
    <w:basedOn w:val="a0"/>
    <w:link w:val="8"/>
    <w:rsid w:val="00A97DDA"/>
    <w:rPr>
      <w:i/>
      <w:i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97DDA"/>
    <w:rPr>
      <w:sz w:val="28"/>
    </w:rPr>
  </w:style>
  <w:style w:type="character" w:customStyle="1" w:styleId="a5">
    <w:name w:val="Основной текст Знак"/>
    <w:basedOn w:val="a0"/>
    <w:link w:val="a4"/>
    <w:rsid w:val="00A97DDA"/>
  </w:style>
  <w:style w:type="character" w:customStyle="1" w:styleId="a7">
    <w:name w:val="Название Знак"/>
    <w:basedOn w:val="a0"/>
    <w:link w:val="a6"/>
    <w:rsid w:val="00A97DDA"/>
    <w:rPr>
      <w:b/>
      <w:bCs/>
      <w:szCs w:val="24"/>
      <w:u w:val="single"/>
    </w:rPr>
  </w:style>
  <w:style w:type="character" w:customStyle="1" w:styleId="32">
    <w:name w:val="Основной текст 3 Знак"/>
    <w:basedOn w:val="a0"/>
    <w:link w:val="31"/>
    <w:rsid w:val="00A97DDA"/>
    <w:rPr>
      <w:sz w:val="16"/>
      <w:szCs w:val="16"/>
    </w:rPr>
  </w:style>
  <w:style w:type="character" w:customStyle="1" w:styleId="aa">
    <w:name w:val="Верхний колонтитул Знак"/>
    <w:basedOn w:val="a0"/>
    <w:link w:val="a9"/>
    <w:rsid w:val="00A97DDA"/>
    <w:rPr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rsid w:val="00A97DDA"/>
    <w:rPr>
      <w:sz w:val="16"/>
      <w:szCs w:val="16"/>
    </w:rPr>
  </w:style>
  <w:style w:type="character" w:customStyle="1" w:styleId="ac">
    <w:name w:val="Нижний колонтитул Знак"/>
    <w:basedOn w:val="a0"/>
    <w:link w:val="ab"/>
    <w:rsid w:val="00A97DDA"/>
    <w:rPr>
      <w:rFonts w:ascii="Arial" w:eastAsia="Arial" w:hAnsi="Arial"/>
    </w:rPr>
  </w:style>
  <w:style w:type="table" w:customStyle="1" w:styleId="13">
    <w:name w:val="Сетка таблицы1"/>
    <w:basedOn w:val="a1"/>
    <w:next w:val="a8"/>
    <w:uiPriority w:val="59"/>
    <w:rsid w:val="00A97D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8"/>
    <w:uiPriority w:val="59"/>
    <w:rsid w:val="00A97D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8"/>
    <w:uiPriority w:val="59"/>
    <w:rsid w:val="00A97D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mphasis"/>
    <w:basedOn w:val="a0"/>
    <w:uiPriority w:val="20"/>
    <w:qFormat/>
    <w:rsid w:val="0062186B"/>
    <w:rPr>
      <w:i/>
      <w:iCs/>
    </w:rPr>
  </w:style>
  <w:style w:type="character" w:styleId="af3">
    <w:name w:val="Strong"/>
    <w:basedOn w:val="a0"/>
    <w:uiPriority w:val="22"/>
    <w:qFormat/>
    <w:rsid w:val="00E64B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08DD"/>
  </w:style>
  <w:style w:type="paragraph" w:styleId="1">
    <w:name w:val="heading 1"/>
    <w:basedOn w:val="a"/>
    <w:next w:val="a"/>
    <w:link w:val="10"/>
    <w:qFormat/>
    <w:rsid w:val="008B08DD"/>
    <w:pPr>
      <w:keepNext/>
      <w:jc w:val="center"/>
      <w:outlineLvl w:val="0"/>
    </w:pPr>
    <w:rPr>
      <w:rFonts w:ascii="SchoolBook" w:hAnsi="SchoolBook"/>
      <w:sz w:val="44"/>
    </w:rPr>
  </w:style>
  <w:style w:type="paragraph" w:styleId="2">
    <w:name w:val="heading 2"/>
    <w:basedOn w:val="a"/>
    <w:next w:val="a"/>
    <w:link w:val="20"/>
    <w:qFormat/>
    <w:rsid w:val="008B08DD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8B08DD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B08D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B08DD"/>
    <w:pPr>
      <w:keepNext/>
      <w:jc w:val="right"/>
      <w:outlineLvl w:val="4"/>
    </w:pPr>
    <w:rPr>
      <w:sz w:val="28"/>
    </w:rPr>
  </w:style>
  <w:style w:type="paragraph" w:styleId="7">
    <w:name w:val="heading 7"/>
    <w:basedOn w:val="a"/>
    <w:next w:val="a"/>
    <w:link w:val="70"/>
    <w:qFormat/>
    <w:rsid w:val="008B08DD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link w:val="80"/>
    <w:qFormat/>
    <w:rsid w:val="00774E6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8B08DD"/>
    <w:pPr>
      <w:ind w:firstLine="426"/>
      <w:jc w:val="both"/>
    </w:pPr>
    <w:rPr>
      <w:sz w:val="28"/>
    </w:rPr>
  </w:style>
  <w:style w:type="paragraph" w:customStyle="1" w:styleId="ConsPlusNormal">
    <w:name w:val="ConsPlusNormal"/>
    <w:rsid w:val="008B08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3">
    <w:name w:val="Абзац"/>
    <w:basedOn w:val="a"/>
    <w:rsid w:val="008B08DD"/>
    <w:pPr>
      <w:suppressAutoHyphens/>
      <w:spacing w:line="300" w:lineRule="auto"/>
      <w:ind w:firstLine="709"/>
      <w:jc w:val="both"/>
    </w:pPr>
    <w:rPr>
      <w:rFonts w:ascii="Garamond" w:hAnsi="Garamond"/>
      <w:sz w:val="22"/>
    </w:rPr>
  </w:style>
  <w:style w:type="paragraph" w:customStyle="1" w:styleId="11">
    <w:name w:val="Обычный1"/>
    <w:rsid w:val="008B08DD"/>
    <w:pPr>
      <w:widowControl w:val="0"/>
      <w:spacing w:line="300" w:lineRule="auto"/>
      <w:ind w:left="40" w:firstLine="600"/>
      <w:jc w:val="both"/>
    </w:pPr>
    <w:rPr>
      <w:snapToGrid w:val="0"/>
      <w:sz w:val="24"/>
    </w:rPr>
  </w:style>
  <w:style w:type="paragraph" w:styleId="a4">
    <w:name w:val="Body Text"/>
    <w:basedOn w:val="a"/>
    <w:link w:val="a5"/>
    <w:rsid w:val="00833559"/>
    <w:pPr>
      <w:spacing w:after="120"/>
    </w:pPr>
  </w:style>
  <w:style w:type="paragraph" w:styleId="a6">
    <w:name w:val="Title"/>
    <w:basedOn w:val="a"/>
    <w:link w:val="a7"/>
    <w:qFormat/>
    <w:rsid w:val="00833559"/>
    <w:pPr>
      <w:tabs>
        <w:tab w:val="left" w:pos="5400"/>
      </w:tabs>
      <w:jc w:val="center"/>
    </w:pPr>
    <w:rPr>
      <w:b/>
      <w:bCs/>
      <w:szCs w:val="24"/>
      <w:u w:val="single"/>
    </w:rPr>
  </w:style>
  <w:style w:type="table" w:styleId="a8">
    <w:name w:val="Table Grid"/>
    <w:basedOn w:val="a1"/>
    <w:rsid w:val="00833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785118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6A17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A17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6A1779"/>
    <w:rPr>
      <w:sz w:val="28"/>
    </w:rPr>
  </w:style>
  <w:style w:type="paragraph" w:styleId="a9">
    <w:name w:val="header"/>
    <w:basedOn w:val="a"/>
    <w:link w:val="aa"/>
    <w:rsid w:val="006A1779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3">
    <w:name w:val="Body Text Indent 3"/>
    <w:basedOn w:val="a"/>
    <w:link w:val="34"/>
    <w:rsid w:val="004C43C2"/>
    <w:pPr>
      <w:spacing w:after="120"/>
      <w:ind w:left="283"/>
    </w:pPr>
    <w:rPr>
      <w:sz w:val="16"/>
      <w:szCs w:val="16"/>
    </w:rPr>
  </w:style>
  <w:style w:type="paragraph" w:styleId="ab">
    <w:name w:val="footer"/>
    <w:basedOn w:val="a"/>
    <w:link w:val="ac"/>
    <w:rsid w:val="004C43C2"/>
    <w:pPr>
      <w:tabs>
        <w:tab w:val="center" w:pos="4153"/>
        <w:tab w:val="right" w:pos="8306"/>
      </w:tabs>
    </w:pPr>
    <w:rPr>
      <w:rFonts w:ascii="Arial" w:eastAsia="Arial" w:hAnsi="Arial"/>
    </w:rPr>
  </w:style>
  <w:style w:type="character" w:styleId="ad">
    <w:name w:val="page number"/>
    <w:basedOn w:val="a0"/>
    <w:rsid w:val="004C43C2"/>
  </w:style>
  <w:style w:type="paragraph" w:customStyle="1" w:styleId="ConsNonformat">
    <w:name w:val="ConsNonformat"/>
    <w:rsid w:val="004C43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rsid w:val="007C2C0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7C2C09"/>
    <w:rPr>
      <w:rFonts w:ascii="Tahoma" w:hAnsi="Tahoma" w:cs="Tahoma"/>
      <w:sz w:val="16"/>
      <w:szCs w:val="16"/>
    </w:rPr>
  </w:style>
  <w:style w:type="character" w:styleId="af0">
    <w:name w:val="Hyperlink"/>
    <w:basedOn w:val="a0"/>
    <w:unhideWhenUsed/>
    <w:rsid w:val="003503D3"/>
    <w:rPr>
      <w:color w:val="0000FF"/>
      <w:u w:val="single"/>
    </w:rPr>
  </w:style>
  <w:style w:type="character" w:customStyle="1" w:styleId="apple-converted-space">
    <w:name w:val="apple-converted-space"/>
    <w:rsid w:val="0085598E"/>
  </w:style>
  <w:style w:type="paragraph" w:styleId="af1">
    <w:name w:val="List Paragraph"/>
    <w:basedOn w:val="a"/>
    <w:uiPriority w:val="34"/>
    <w:qFormat/>
    <w:rsid w:val="0085598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97DDA"/>
    <w:rPr>
      <w:rFonts w:ascii="SchoolBook" w:hAnsi="SchoolBook"/>
      <w:sz w:val="44"/>
    </w:rPr>
  </w:style>
  <w:style w:type="character" w:customStyle="1" w:styleId="20">
    <w:name w:val="Заголовок 2 Знак"/>
    <w:basedOn w:val="a0"/>
    <w:link w:val="2"/>
    <w:rsid w:val="00A97DDA"/>
    <w:rPr>
      <w:sz w:val="32"/>
    </w:rPr>
  </w:style>
  <w:style w:type="character" w:customStyle="1" w:styleId="30">
    <w:name w:val="Заголовок 3 Знак"/>
    <w:basedOn w:val="a0"/>
    <w:link w:val="3"/>
    <w:rsid w:val="00A97DDA"/>
    <w:rPr>
      <w:sz w:val="28"/>
    </w:rPr>
  </w:style>
  <w:style w:type="character" w:customStyle="1" w:styleId="40">
    <w:name w:val="Заголовок 4 Знак"/>
    <w:basedOn w:val="a0"/>
    <w:link w:val="4"/>
    <w:rsid w:val="00A97DD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97DDA"/>
    <w:rPr>
      <w:sz w:val="28"/>
    </w:rPr>
  </w:style>
  <w:style w:type="character" w:customStyle="1" w:styleId="70">
    <w:name w:val="Заголовок 7 Знак"/>
    <w:basedOn w:val="a0"/>
    <w:link w:val="7"/>
    <w:rsid w:val="00A97DDA"/>
    <w:rPr>
      <w:b/>
      <w:sz w:val="28"/>
    </w:rPr>
  </w:style>
  <w:style w:type="character" w:customStyle="1" w:styleId="80">
    <w:name w:val="Заголовок 8 Знак"/>
    <w:basedOn w:val="a0"/>
    <w:link w:val="8"/>
    <w:rsid w:val="00A97DDA"/>
    <w:rPr>
      <w:i/>
      <w:iCs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97DDA"/>
    <w:rPr>
      <w:sz w:val="28"/>
    </w:rPr>
  </w:style>
  <w:style w:type="character" w:customStyle="1" w:styleId="a5">
    <w:name w:val="Основной текст Знак"/>
    <w:basedOn w:val="a0"/>
    <w:link w:val="a4"/>
    <w:rsid w:val="00A97DDA"/>
  </w:style>
  <w:style w:type="character" w:customStyle="1" w:styleId="a7">
    <w:name w:val="Название Знак"/>
    <w:basedOn w:val="a0"/>
    <w:link w:val="a6"/>
    <w:rsid w:val="00A97DDA"/>
    <w:rPr>
      <w:b/>
      <w:bCs/>
      <w:szCs w:val="24"/>
      <w:u w:val="single"/>
    </w:rPr>
  </w:style>
  <w:style w:type="character" w:customStyle="1" w:styleId="32">
    <w:name w:val="Основной текст 3 Знак"/>
    <w:basedOn w:val="a0"/>
    <w:link w:val="31"/>
    <w:rsid w:val="00A97DDA"/>
    <w:rPr>
      <w:sz w:val="16"/>
      <w:szCs w:val="16"/>
    </w:rPr>
  </w:style>
  <w:style w:type="character" w:customStyle="1" w:styleId="aa">
    <w:name w:val="Верхний колонтитул Знак"/>
    <w:basedOn w:val="a0"/>
    <w:link w:val="a9"/>
    <w:rsid w:val="00A97DDA"/>
    <w:rPr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rsid w:val="00A97DDA"/>
    <w:rPr>
      <w:sz w:val="16"/>
      <w:szCs w:val="16"/>
    </w:rPr>
  </w:style>
  <w:style w:type="character" w:customStyle="1" w:styleId="ac">
    <w:name w:val="Нижний колонтитул Знак"/>
    <w:basedOn w:val="a0"/>
    <w:link w:val="ab"/>
    <w:rsid w:val="00A97DDA"/>
    <w:rPr>
      <w:rFonts w:ascii="Arial" w:eastAsia="Arial" w:hAnsi="Arial"/>
    </w:rPr>
  </w:style>
  <w:style w:type="table" w:customStyle="1" w:styleId="13">
    <w:name w:val="Сетка таблицы1"/>
    <w:basedOn w:val="a1"/>
    <w:next w:val="a8"/>
    <w:uiPriority w:val="59"/>
    <w:rsid w:val="00A97D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8"/>
    <w:uiPriority w:val="59"/>
    <w:rsid w:val="00A97D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8"/>
    <w:uiPriority w:val="59"/>
    <w:rsid w:val="00A97D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mphasis"/>
    <w:basedOn w:val="a0"/>
    <w:uiPriority w:val="20"/>
    <w:qFormat/>
    <w:rsid w:val="0062186B"/>
    <w:rPr>
      <w:i/>
      <w:iCs/>
    </w:rPr>
  </w:style>
  <w:style w:type="character" w:styleId="af3">
    <w:name w:val="Strong"/>
    <w:basedOn w:val="a0"/>
    <w:uiPriority w:val="22"/>
    <w:qFormat/>
    <w:rsid w:val="00E64B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0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4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2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0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4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fh-lasta@mail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list-org.com/search.php?type=phone&amp;val=96410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st-org.com/search.php?type=phone&amp;val=82136-96545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fh.tugolukov@mail.ru" TargetMode="External"/><Relationship Id="rId10" Type="http://schemas.openxmlformats.org/officeDocument/2006/relationships/hyperlink" Target="http://www.list-org.com/search.php?type=phone&amp;val=9128-26692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tel:+78213072486" TargetMode="External"/><Relationship Id="rId14" Type="http://schemas.openxmlformats.org/officeDocument/2006/relationships/hyperlink" Target="http://www.list-org.com/search.php?type=phone&amp;val=88313-5417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010_&#1052;&#1080;&#1085;&#1080;&#1089;&#1090;&#1077;&#1088;&#1089;&#1090;&#1074;&#1086;_&#1089;&#1077;&#1083;&#1100;&#1089;&#1082;&#1086;&#1075;&#1086;_&#1093;&#1086;&#1079;&#1103;&#1081;&#1089;&#1090;&#1074;&#1072;_&#1080;_&#1087;&#1088;&#1086;&#1076;&#1086;&#1074;&#1086;&#1083;&#1100;&#1089;&#1090;&#1074;&#1080;&#1103;_&#1056;&#1077;&#1089;&#1087;&#1091;&#1073;&#1083;&#1080;&#1082;&#1080;_&#1050;&#1086;&#1084;&#1080;\&#1052;&#1080;&#1085;&#1080;&#1089;&#1090;&#1077;&#1088;&#1089;&#1090;&#1074;&#1086;\&#1064;&#1040;&#1041;&#1051;&#1054;&#1053;&#1067;\&#1059;&#1075;&#1083;&#1086;&#1074;&#1086;&#1081;%20&#1073;&#1083;&#1072;&#1085;&#108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50CB8-C7A1-46A5-AD97-2AA96B93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Угловой бланк</Template>
  <TotalTime>347</TotalTime>
  <Pages>9</Pages>
  <Words>2496</Words>
  <Characters>14231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16694</CharactersWithSpaces>
  <SharedDoc>false</SharedDoc>
  <HLinks>
    <vt:vector size="6" baseType="variant">
      <vt:variant>
        <vt:i4>6094933</vt:i4>
      </vt:variant>
      <vt:variant>
        <vt:i4>0</vt:i4>
      </vt:variant>
      <vt:variant>
        <vt:i4>0</vt:i4>
      </vt:variant>
      <vt:variant>
        <vt:i4>5</vt:i4>
      </vt:variant>
      <vt:variant>
        <vt:lpwstr>http://www.mshp.rkomi.ru/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Ремезова Евгения Юрьевна</dc:creator>
  <cp:lastModifiedBy>Лютоева Юлия Леонидовна</cp:lastModifiedBy>
  <cp:revision>78</cp:revision>
  <cp:lastPrinted>2018-07-25T07:44:00Z</cp:lastPrinted>
  <dcterms:created xsi:type="dcterms:W3CDTF">2017-11-13T08:38:00Z</dcterms:created>
  <dcterms:modified xsi:type="dcterms:W3CDTF">2018-07-25T08:27:00Z</dcterms:modified>
</cp:coreProperties>
</file>